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235"/>
        <w:gridCol w:w="237"/>
        <w:gridCol w:w="3832"/>
      </w:tblGrid>
      <w:tr w:rsidR="00CB0C8A" w14:paraId="58972E74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555B650B" w14:textId="77777777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2E404870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7327CAAC" w14:textId="77777777" w:rsidR="0026113B" w:rsidRDefault="0026113B" w:rsidP="00416259">
            <w:pPr>
              <w:pStyle w:val="NoSpacing"/>
            </w:pPr>
          </w:p>
        </w:tc>
      </w:tr>
      <w:tr w:rsidR="00CB0C8A" w14:paraId="317C1DE0" w14:textId="77777777" w:rsidTr="00BE454C">
        <w:trPr>
          <w:trHeight w:val="297"/>
        </w:trPr>
        <w:tc>
          <w:tcPr>
            <w:tcW w:w="3200" w:type="pct"/>
            <w:vAlign w:val="bottom"/>
          </w:tcPr>
          <w:p w14:paraId="3ADE0FA7" w14:textId="419B8D1D" w:rsidR="0026113B" w:rsidRDefault="0026113B" w:rsidP="00416259"/>
        </w:tc>
        <w:tc>
          <w:tcPr>
            <w:tcW w:w="105" w:type="pct"/>
            <w:vAlign w:val="bottom"/>
          </w:tcPr>
          <w:p w14:paraId="740B48A4" w14:textId="77777777" w:rsidR="0026113B" w:rsidRDefault="0026113B" w:rsidP="00416259"/>
        </w:tc>
        <w:tc>
          <w:tcPr>
            <w:tcW w:w="1695" w:type="pct"/>
            <w:vAlign w:val="bottom"/>
          </w:tcPr>
          <w:p w14:paraId="6FEEA6A6" w14:textId="4C337C00" w:rsidR="0026113B" w:rsidRDefault="0026113B" w:rsidP="00416259">
            <w:pPr>
              <w:pStyle w:val="Header"/>
            </w:pPr>
          </w:p>
        </w:tc>
      </w:tr>
      <w:tr w:rsidR="00CB0C8A" w14:paraId="3D86D973" w14:textId="77777777" w:rsidTr="00BE454C">
        <w:trPr>
          <w:trHeight w:val="1458"/>
        </w:trPr>
        <w:tc>
          <w:tcPr>
            <w:tcW w:w="3200" w:type="pct"/>
            <w:vAlign w:val="bottom"/>
          </w:tcPr>
          <w:sdt>
            <w:sdtPr>
              <w:rPr>
                <w:sz w:val="80"/>
                <w:szCs w:val="80"/>
                <w:vertAlign w:val="superscript"/>
              </w:rPr>
              <w:alias w:val="Title"/>
              <w:tag w:val=""/>
              <w:id w:val="-841541200"/>
              <w:placeholder>
                <w:docPart w:val="AFB358E3DA4EE048BE1FB20240EEC40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Content>
              <w:p w14:paraId="0192DFB0" w14:textId="77777777" w:rsidR="0026113B" w:rsidRPr="0019037C" w:rsidRDefault="00D50B6A" w:rsidP="00416259">
                <w:pPr>
                  <w:pStyle w:val="Title"/>
                  <w:jc w:val="both"/>
                  <w:rPr>
                    <w:sz w:val="80"/>
                    <w:szCs w:val="80"/>
                  </w:rPr>
                </w:pPr>
                <w:r w:rsidRPr="0019037C">
                  <w:rPr>
                    <w:sz w:val="80"/>
                    <w:szCs w:val="80"/>
                    <w:vertAlign w:val="superscript"/>
                  </w:rPr>
                  <w:t>8th Grade Social Studies</w:t>
                </w:r>
              </w:p>
            </w:sdtContent>
          </w:sdt>
          <w:p w14:paraId="7A9C1716" w14:textId="629D5651" w:rsidR="0026113B" w:rsidRDefault="00BD28FC" w:rsidP="00D50B6A">
            <w:pPr>
              <w:pStyle w:val="Subtitle"/>
            </w:pPr>
            <w:sdt>
              <w:sdtPr>
                <w:alias w:val="Subtitle"/>
                <w:tag w:val=""/>
                <w:id w:val="-1702467403"/>
                <w:placeholder>
                  <w:docPart w:val="7E6315F0A8707C4FBAB498AD9BD82664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 w:multiLine="1"/>
              </w:sdtPr>
              <w:sdtContent>
                <w:r w:rsidR="00D50B6A">
                  <w:t>Mr. Echevarr</w:t>
                </w:r>
                <w:r w:rsidR="00D50B6A">
                  <w:rPr>
                    <w:lang w:val="es-ES_tradnl"/>
                  </w:rPr>
                  <w:t>í</w:t>
                </w:r>
                <w:r w:rsidR="00D50B6A">
                  <w:t>a</w:t>
                </w:r>
              </w:sdtContent>
            </w:sdt>
          </w:p>
        </w:tc>
        <w:tc>
          <w:tcPr>
            <w:tcW w:w="105" w:type="pct"/>
            <w:vAlign w:val="bottom"/>
          </w:tcPr>
          <w:p w14:paraId="512E9104" w14:textId="77777777" w:rsidR="0026113B" w:rsidRDefault="0026113B" w:rsidP="00416259"/>
        </w:tc>
        <w:tc>
          <w:tcPr>
            <w:tcW w:w="1695" w:type="pct"/>
            <w:vAlign w:val="bottom"/>
          </w:tcPr>
          <w:p w14:paraId="71BA4537" w14:textId="77777777" w:rsidR="00FE3014" w:rsidRDefault="0019037C" w:rsidP="00FE3014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D50B6A" w:rsidRPr="0019037C">
              <w:rPr>
                <w:sz w:val="22"/>
                <w:szCs w:val="22"/>
              </w:rPr>
              <w:t>Mr. Echevarr</w:t>
            </w:r>
            <w:r w:rsidR="00D50B6A" w:rsidRPr="0019037C">
              <w:rPr>
                <w:sz w:val="22"/>
                <w:szCs w:val="22"/>
                <w:lang w:val="es-ES_tradnl"/>
              </w:rPr>
              <w:t>ía</w:t>
            </w:r>
            <w:r w:rsidR="0026113B" w:rsidRPr="0019037C">
              <w:rPr>
                <w:sz w:val="22"/>
                <w:szCs w:val="22"/>
              </w:rPr>
              <w:br/>
              <w:t xml:space="preserve">E-Mail: </w: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PLACEHOLDER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IF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="" "[Your E-Mail]" </w:instrText>
            </w:r>
            <w:r w:rsidR="0026113B" w:rsidRPr="0019037C">
              <w:rPr>
                <w:sz w:val="22"/>
                <w:szCs w:val="22"/>
              </w:rPr>
              <w:fldChar w:fldCharType="begin"/>
            </w:r>
            <w:r w:rsidR="0026113B" w:rsidRPr="0019037C">
              <w:rPr>
                <w:sz w:val="22"/>
                <w:szCs w:val="22"/>
              </w:rPr>
              <w:instrText xml:space="preserve"> USERPROPERTY EmailAddress1 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26113B" w:rsidRPr="0019037C">
              <w:rPr>
                <w:sz w:val="22"/>
                <w:szCs w:val="22"/>
              </w:rPr>
              <w:instrText>Error! Bookmark not defined.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noProof/>
                <w:sz w:val="22"/>
                <w:szCs w:val="22"/>
              </w:rPr>
              <w:instrText>[Your E-Mail]</w:instrTex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26113B" w:rsidRPr="0019037C">
              <w:rPr>
                <w:sz w:val="22"/>
                <w:szCs w:val="22"/>
              </w:rPr>
              <w:instrText xml:space="preserve"> \* MERGEFORMAT</w:instrText>
            </w:r>
            <w:r w:rsidR="0026113B" w:rsidRPr="0019037C">
              <w:rPr>
                <w:sz w:val="22"/>
                <w:szCs w:val="22"/>
              </w:rPr>
              <w:fldChar w:fldCharType="separate"/>
            </w:r>
            <w:r w:rsidR="00D50B6A" w:rsidRPr="0019037C">
              <w:rPr>
                <w:sz w:val="22"/>
                <w:szCs w:val="22"/>
              </w:rPr>
              <w:t>mechevarria@crec.org</w:t>
            </w:r>
            <w:r w:rsidR="0026113B" w:rsidRPr="0019037C">
              <w:rPr>
                <w:sz w:val="22"/>
                <w:szCs w:val="22"/>
              </w:rPr>
              <w:fldChar w:fldCharType="end"/>
            </w:r>
            <w:r w:rsidR="00D50B6A" w:rsidRPr="0019037C">
              <w:rPr>
                <w:sz w:val="22"/>
                <w:szCs w:val="22"/>
              </w:rPr>
              <w:t xml:space="preserve"> </w:t>
            </w:r>
          </w:p>
          <w:p w14:paraId="027E2CBC" w14:textId="6F1AD080" w:rsidR="00CB0C8A" w:rsidRPr="0019037C" w:rsidRDefault="00FE3014" w:rsidP="004F2ABF">
            <w:pPr>
              <w:pStyle w:val="ContactDetails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Website: psa8.wikispaces.com</w:t>
            </w:r>
            <w:r w:rsidR="0026113B" w:rsidRPr="0019037C">
              <w:rPr>
                <w:sz w:val="22"/>
                <w:szCs w:val="22"/>
              </w:rPr>
              <w:br/>
            </w:r>
            <w:r w:rsidR="004F2ABF">
              <w:rPr>
                <w:sz w:val="22"/>
                <w:szCs w:val="22"/>
              </w:rPr>
              <w:t>Team Meeting -12:04</w:t>
            </w:r>
            <w:r w:rsidR="005B6711">
              <w:rPr>
                <w:sz w:val="22"/>
                <w:szCs w:val="22"/>
              </w:rPr>
              <w:t xml:space="preserve"> – 1:2</w:t>
            </w:r>
            <w:r w:rsidR="004F2ABF">
              <w:rPr>
                <w:sz w:val="22"/>
                <w:szCs w:val="22"/>
              </w:rPr>
              <w:t>5</w:t>
            </w:r>
            <w:r w:rsidR="005B6711">
              <w:rPr>
                <w:sz w:val="22"/>
                <w:szCs w:val="22"/>
              </w:rPr>
              <w:t xml:space="preserve"> </w:t>
            </w:r>
            <w:r w:rsidR="00495A06">
              <w:rPr>
                <w:sz w:val="22"/>
                <w:szCs w:val="22"/>
              </w:rPr>
              <w:t>(A)</w:t>
            </w:r>
            <w:r w:rsidR="0026113B" w:rsidRPr="0019037C">
              <w:rPr>
                <w:sz w:val="22"/>
                <w:szCs w:val="22"/>
              </w:rPr>
              <w:t xml:space="preserve"> </w:t>
            </w:r>
            <w:r w:rsidR="0026113B" w:rsidRPr="0019037C">
              <w:rPr>
                <w:sz w:val="22"/>
                <w:szCs w:val="22"/>
              </w:rPr>
              <w:br/>
            </w:r>
            <w:r w:rsidR="00D50B6A" w:rsidRPr="0019037C">
              <w:rPr>
                <w:sz w:val="22"/>
                <w:szCs w:val="22"/>
              </w:rPr>
              <w:t>Soc. Stud. Planning</w:t>
            </w:r>
            <w:r w:rsidR="0026113B" w:rsidRPr="0019037C">
              <w:rPr>
                <w:sz w:val="22"/>
                <w:szCs w:val="22"/>
              </w:rPr>
              <w:t xml:space="preserve">: </w:t>
            </w:r>
            <w:r w:rsidR="004F2ABF">
              <w:rPr>
                <w:sz w:val="22"/>
                <w:szCs w:val="22"/>
              </w:rPr>
              <w:t xml:space="preserve">10:06 – 11:26 </w:t>
            </w:r>
            <w:r w:rsidR="00495A06">
              <w:rPr>
                <w:sz w:val="22"/>
                <w:szCs w:val="22"/>
              </w:rPr>
              <w:t>(B)</w:t>
            </w:r>
          </w:p>
        </w:tc>
      </w:tr>
      <w:tr w:rsidR="00CB0C8A" w14:paraId="7A942D35" w14:textId="77777777" w:rsidTr="00CB0C8A">
        <w:trPr>
          <w:trHeight w:val="30"/>
        </w:trPr>
        <w:tc>
          <w:tcPr>
            <w:tcW w:w="3200" w:type="pct"/>
            <w:shd w:val="clear" w:color="auto" w:fill="983620" w:themeFill="accent2"/>
          </w:tcPr>
          <w:p w14:paraId="7950F09C" w14:textId="539ACF8B" w:rsidR="0026113B" w:rsidRDefault="0026113B" w:rsidP="00416259">
            <w:pPr>
              <w:pStyle w:val="NoSpacing"/>
            </w:pPr>
          </w:p>
        </w:tc>
        <w:tc>
          <w:tcPr>
            <w:tcW w:w="105" w:type="pct"/>
          </w:tcPr>
          <w:p w14:paraId="312B8DBA" w14:textId="77777777" w:rsidR="0026113B" w:rsidRDefault="0026113B" w:rsidP="00416259">
            <w:pPr>
              <w:pStyle w:val="NoSpacing"/>
            </w:pPr>
          </w:p>
        </w:tc>
        <w:tc>
          <w:tcPr>
            <w:tcW w:w="1695" w:type="pct"/>
            <w:shd w:val="clear" w:color="auto" w:fill="7F7F7F" w:themeFill="text1" w:themeFillTint="80"/>
          </w:tcPr>
          <w:p w14:paraId="6EE8F88D" w14:textId="77777777" w:rsidR="0026113B" w:rsidRDefault="0026113B" w:rsidP="00416259">
            <w:pPr>
              <w:pStyle w:val="NoSpacing"/>
            </w:pPr>
          </w:p>
        </w:tc>
      </w:tr>
    </w:tbl>
    <w:tbl>
      <w:tblPr>
        <w:tblpPr w:leftFromText="180" w:rightFromText="180" w:vertAnchor="text" w:horzAnchor="page" w:tblpX="685" w:tblpY="1"/>
        <w:tblW w:w="6738" w:type="pct"/>
        <w:tblLook w:val="04A0" w:firstRow="1" w:lastRow="0" w:firstColumn="1" w:lastColumn="0" w:noHBand="0" w:noVBand="1"/>
      </w:tblPr>
      <w:tblGrid>
        <w:gridCol w:w="11166"/>
        <w:gridCol w:w="225"/>
        <w:gridCol w:w="3842"/>
      </w:tblGrid>
      <w:tr w:rsidR="001E0AF0" w14:paraId="3969292C" w14:textId="77777777" w:rsidTr="00495A06">
        <w:trPr>
          <w:trHeight w:val="3416"/>
        </w:trPr>
        <w:tc>
          <w:tcPr>
            <w:tcW w:w="3665" w:type="pct"/>
          </w:tcPr>
          <w:p w14:paraId="2197515A" w14:textId="179AE849" w:rsidR="00CB0C8A" w:rsidRPr="0019037C" w:rsidRDefault="00CB0C8A" w:rsidP="00CB0C8A">
            <w:pPr>
              <w:pStyle w:val="Heading1"/>
              <w:rPr>
                <w:sz w:val="32"/>
                <w:szCs w:val="32"/>
              </w:rPr>
            </w:pPr>
            <w:bookmarkStart w:id="0" w:name="_Toc261004494"/>
            <w:bookmarkStart w:id="1" w:name="_Toc261004492"/>
            <w:r w:rsidRPr="0019037C">
              <w:rPr>
                <w:sz w:val="32"/>
                <w:szCs w:val="32"/>
              </w:rPr>
              <w:t>Overview of the Class</w:t>
            </w:r>
            <w:r w:rsidR="00D61F21">
              <w:rPr>
                <w:noProof/>
              </w:rPr>
              <w:t xml:space="preserve"> </w:t>
            </w:r>
          </w:p>
          <w:p w14:paraId="328D38B6" w14:textId="78F232C7" w:rsidR="00BD28FC" w:rsidRPr="00BD28FC" w:rsidRDefault="00D61F21" w:rsidP="00BD28FC">
            <w:pPr>
              <w:rPr>
                <w:rFonts w:eastAsiaTheme="minorHAnsi"/>
                <w:bCs/>
                <w:color w:val="auto"/>
                <w:sz w:val="24"/>
              </w:rPr>
            </w:pPr>
            <w:r>
              <w:rPr>
                <w:rFonts w:eastAsiaTheme="minorHAnsi"/>
                <w:bCs/>
                <w:color w:val="auto"/>
                <w:sz w:val="24"/>
              </w:rPr>
              <w:t>Eighth</w:t>
            </w:r>
            <w:r w:rsidR="00BD28FC" w:rsidRPr="00BD28FC">
              <w:rPr>
                <w:rFonts w:eastAsiaTheme="minorHAnsi"/>
                <w:bCs/>
                <w:color w:val="auto"/>
                <w:sz w:val="24"/>
              </w:rPr>
              <w:t xml:space="preserve"> Grade Social Studies has a focu</w:t>
            </w:r>
            <w:r>
              <w:rPr>
                <w:rFonts w:eastAsiaTheme="minorHAnsi"/>
                <w:bCs/>
                <w:color w:val="auto"/>
                <w:sz w:val="24"/>
              </w:rPr>
              <w:t xml:space="preserve">s on Early American History. </w:t>
            </w:r>
            <w:r w:rsidR="00BD28FC" w:rsidRPr="00BD28FC">
              <w:rPr>
                <w:rFonts w:eastAsiaTheme="minorHAnsi"/>
                <w:bCs/>
                <w:color w:val="auto"/>
                <w:sz w:val="24"/>
              </w:rPr>
              <w:t xml:space="preserve"> Students explore the ideas, issues, and events from the mid- 1700s through the late 19th century. After review of United States foundations, students will explore the development of politics, society, culture, and </w:t>
            </w:r>
            <w:r w:rsidR="00BD28FC">
              <w:rPr>
                <w:rFonts w:eastAsiaTheme="minorHAnsi"/>
                <w:bCs/>
                <w:color w:val="auto"/>
                <w:sz w:val="24"/>
              </w:rPr>
              <w:t xml:space="preserve">the </w:t>
            </w:r>
            <w:r w:rsidR="00BD28FC" w:rsidRPr="00BD28FC">
              <w:rPr>
                <w:rFonts w:eastAsiaTheme="minorHAnsi"/>
                <w:bCs/>
                <w:color w:val="auto"/>
                <w:sz w:val="24"/>
              </w:rPr>
              <w:t xml:space="preserve">economy in the United States to deepen understandings in history, civics, geography, and economics. Studying the causes and consequences of events </w:t>
            </w:r>
            <w:r w:rsidR="00BD28FC">
              <w:rPr>
                <w:rFonts w:eastAsiaTheme="minorHAnsi"/>
                <w:bCs/>
                <w:color w:val="auto"/>
                <w:sz w:val="24"/>
              </w:rPr>
              <w:t>in</w:t>
            </w:r>
            <w:r w:rsidR="00BD28FC" w:rsidRPr="00BD28FC">
              <w:rPr>
                <w:rFonts w:eastAsiaTheme="minorHAnsi"/>
                <w:bCs/>
                <w:color w:val="auto"/>
                <w:sz w:val="24"/>
              </w:rPr>
              <w:t xml:space="preserve"> early American history will assist students’ to comprehend more profoundly the rights and responsibilities of citizens in a culturally diverse democracy. </w:t>
            </w:r>
            <w:r w:rsidR="00651417" w:rsidRPr="006E2D2B">
              <w:rPr>
                <w:rFonts w:eastAsiaTheme="minorHAnsi"/>
                <w:bCs/>
                <w:color w:val="auto"/>
                <w:sz w:val="24"/>
              </w:rPr>
              <w:t>The following are the</w:t>
            </w:r>
            <w:r w:rsidR="00651417">
              <w:rPr>
                <w:rFonts w:eastAsiaTheme="minorHAnsi"/>
                <w:bCs/>
                <w:color w:val="auto"/>
                <w:sz w:val="24"/>
              </w:rPr>
              <w:t xml:space="preserve"> units we will be studying.</w:t>
            </w:r>
          </w:p>
          <w:p w14:paraId="5FBEB75C" w14:textId="77777777" w:rsidR="00BD28FC" w:rsidRDefault="00BD28FC" w:rsidP="00CB0C8A">
            <w:pPr>
              <w:rPr>
                <w:rFonts w:eastAsiaTheme="minorHAnsi"/>
                <w:bCs/>
                <w:color w:val="auto"/>
                <w:sz w:val="24"/>
              </w:rPr>
            </w:pPr>
          </w:p>
          <w:p w14:paraId="184AF12C" w14:textId="0700B645" w:rsidR="006E2D2B" w:rsidRPr="0019037C" w:rsidRDefault="006E2D2B" w:rsidP="006E2D2B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Units of Study</w:t>
            </w:r>
          </w:p>
          <w:p w14:paraId="15F6D794" w14:textId="77777777" w:rsidR="00BD28FC" w:rsidRPr="00BD28FC" w:rsidRDefault="00BD28FC" w:rsidP="00BD28FC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BD28FC">
              <w:rPr>
                <w:sz w:val="24"/>
              </w:rPr>
              <w:t xml:space="preserve">Our Nation’s Independence and Framework for Government  (1750-1803) </w:t>
            </w:r>
          </w:p>
          <w:p w14:paraId="39B90921" w14:textId="77777777" w:rsidR="00BD28FC" w:rsidRPr="00BD28FC" w:rsidRDefault="00BD28FC" w:rsidP="00BD28FC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BD28FC">
              <w:rPr>
                <w:sz w:val="24"/>
              </w:rPr>
              <w:t>Westward Expansion &amp; Slavery (1800-1860)</w:t>
            </w:r>
          </w:p>
          <w:p w14:paraId="0AA011F4" w14:textId="77777777" w:rsidR="00BD28FC" w:rsidRPr="00BD28FC" w:rsidRDefault="00BD28FC" w:rsidP="00BD28FC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BD28FC">
              <w:rPr>
                <w:sz w:val="24"/>
              </w:rPr>
              <w:t>The American Civil War &amp; Connecticut’s Role in the Conflict (1860-1865)</w:t>
            </w:r>
          </w:p>
          <w:p w14:paraId="39DD84C0" w14:textId="77777777" w:rsidR="00BD28FC" w:rsidRPr="00BD28FC" w:rsidRDefault="00BD28FC" w:rsidP="00BD28FC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sz w:val="24"/>
              </w:rPr>
            </w:pPr>
            <w:r w:rsidRPr="00BD28FC">
              <w:rPr>
                <w:sz w:val="24"/>
              </w:rPr>
              <w:t xml:space="preserve"> Reconstruction &amp; Tensions in the West (1865-1890)</w:t>
            </w:r>
          </w:p>
          <w:p w14:paraId="3140973D" w14:textId="77777777" w:rsidR="00BD28FC" w:rsidRPr="00BD28FC" w:rsidRDefault="00BD28FC" w:rsidP="00BD28FC">
            <w:pPr>
              <w:spacing w:line="240" w:lineRule="auto"/>
              <w:ind w:left="360"/>
              <w:rPr>
                <w:sz w:val="24"/>
              </w:rPr>
            </w:pPr>
          </w:p>
          <w:p w14:paraId="378A493C" w14:textId="373F3071" w:rsidR="00CB0C8A" w:rsidRPr="000F2EF3" w:rsidRDefault="00CB0C8A" w:rsidP="00CB0C8A">
            <w:pPr>
              <w:rPr>
                <w:sz w:val="28"/>
                <w:szCs w:val="28"/>
              </w:rPr>
            </w:pPr>
            <w:r w:rsidRPr="000F2EF3">
              <w:rPr>
                <w:sz w:val="28"/>
                <w:szCs w:val="28"/>
              </w:rPr>
              <w:t xml:space="preserve">We will also be working on </w:t>
            </w:r>
            <w:r w:rsidR="00D61F21">
              <w:rPr>
                <w:sz w:val="28"/>
                <w:szCs w:val="28"/>
              </w:rPr>
              <w:t>grammar,</w:t>
            </w:r>
            <w:r w:rsidR="005B6711">
              <w:rPr>
                <w:sz w:val="28"/>
                <w:szCs w:val="28"/>
              </w:rPr>
              <w:t xml:space="preserve"> w</w:t>
            </w:r>
            <w:r w:rsidRPr="000F2EF3">
              <w:rPr>
                <w:sz w:val="28"/>
                <w:szCs w:val="28"/>
              </w:rPr>
              <w:t>riting</w:t>
            </w:r>
            <w:r w:rsidR="00D61F21">
              <w:rPr>
                <w:sz w:val="28"/>
                <w:szCs w:val="28"/>
              </w:rPr>
              <w:t>, and social studies</w:t>
            </w:r>
            <w:r w:rsidR="005B6711">
              <w:rPr>
                <w:sz w:val="28"/>
                <w:szCs w:val="28"/>
              </w:rPr>
              <w:t xml:space="preserve"> skills</w:t>
            </w:r>
            <w:r w:rsidRPr="000F2EF3">
              <w:rPr>
                <w:sz w:val="28"/>
                <w:szCs w:val="28"/>
              </w:rPr>
              <w:t>.</w:t>
            </w:r>
          </w:p>
          <w:p w14:paraId="58BE4D45" w14:textId="38CB8858" w:rsidR="00CB0C8A" w:rsidRDefault="00CB0C8A" w:rsidP="00BD28FC">
            <w:pPr>
              <w:pStyle w:val="ListParagraph"/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Document Based Questions (DBQ’s)</w:t>
            </w:r>
            <w:r w:rsidR="00D61F21">
              <w:rPr>
                <w:sz w:val="24"/>
              </w:rPr>
              <w:t>; Primary and Secondary Source Analysis, Researching etc.</w:t>
            </w:r>
          </w:p>
          <w:p w14:paraId="11D5C30E" w14:textId="0A28D357" w:rsidR="005B6711" w:rsidRPr="00BE454C" w:rsidRDefault="00CB0C8A" w:rsidP="00BD28FC">
            <w:pPr>
              <w:pStyle w:val="ListParagraph"/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The Writing Process: Brainstorming, Pre-planning, Drafting, Editing, Revising, Publish, and Share/Present.</w:t>
            </w:r>
            <w:r w:rsidR="00BE454C">
              <w:rPr>
                <w:sz w:val="24"/>
              </w:rPr>
              <w:t xml:space="preserve"> </w:t>
            </w:r>
            <w:r w:rsidR="00BE454C" w:rsidRPr="00BE454C">
              <w:rPr>
                <w:sz w:val="24"/>
              </w:rPr>
              <w:sym w:font="Wingdings" w:char="F0E0"/>
            </w:r>
            <w:r w:rsidR="00BE454C">
              <w:rPr>
                <w:sz w:val="24"/>
              </w:rPr>
              <w:t xml:space="preserve"> </w:t>
            </w:r>
            <w:r w:rsidR="005B6711" w:rsidRPr="00BE454C">
              <w:rPr>
                <w:sz w:val="24"/>
              </w:rPr>
              <w:t>Persuasive and Argumentative Writing</w:t>
            </w:r>
          </w:p>
          <w:bookmarkEnd w:id="0"/>
          <w:p w14:paraId="21FF6661" w14:textId="027E0B1B" w:rsidR="001E0AF0" w:rsidRPr="00FE3014" w:rsidRDefault="001E0AF0" w:rsidP="00FE3014">
            <w:pPr>
              <w:pStyle w:val="Heading1"/>
              <w:rPr>
                <w:sz w:val="32"/>
                <w:szCs w:val="32"/>
              </w:rPr>
            </w:pPr>
            <w:r w:rsidRPr="00FE3014">
              <w:rPr>
                <w:sz w:val="32"/>
                <w:szCs w:val="32"/>
              </w:rPr>
              <w:t>Materials</w:t>
            </w:r>
          </w:p>
          <w:p w14:paraId="5E07604B" w14:textId="77777777" w:rsidR="001E0AF0" w:rsidRPr="00FE3014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FE3014">
              <w:rPr>
                <w:color w:val="000000" w:themeColor="text1"/>
                <w:sz w:val="24"/>
              </w:rPr>
              <w:t>The following will be some of the materials that you will need in class, at home, for reports, and projects:</w:t>
            </w:r>
          </w:p>
          <w:p w14:paraId="6E30AE2D" w14:textId="5EE859A0" w:rsidR="001E0AF0" w:rsidRPr="00FE3014" w:rsidRDefault="001E0AF0" w:rsidP="00BD28FC">
            <w:pPr>
              <w:pStyle w:val="BlockText"/>
              <w:numPr>
                <w:ilvl w:val="0"/>
                <w:numId w:val="13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notebook (1 per quarter)</w:t>
            </w:r>
            <w:r w:rsidR="00FE3014">
              <w:rPr>
                <w:color w:val="000000" w:themeColor="text1"/>
                <w:sz w:val="24"/>
              </w:rPr>
              <w:t xml:space="preserve"> or a single five subject Social Studies notebook.</w:t>
            </w:r>
          </w:p>
          <w:p w14:paraId="5C96F1DA" w14:textId="77777777" w:rsidR="001E0AF0" w:rsidRPr="001E0AF0" w:rsidRDefault="001E0AF0" w:rsidP="00BD28FC">
            <w:pPr>
              <w:pStyle w:val="BlockText"/>
              <w:numPr>
                <w:ilvl w:val="0"/>
                <w:numId w:val="13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A two pocket folder </w:t>
            </w:r>
          </w:p>
          <w:p w14:paraId="25C91BA1" w14:textId="3C7CE3E3" w:rsidR="001E0AF0" w:rsidRPr="001E0AF0" w:rsidRDefault="001E0AF0" w:rsidP="00BD28FC">
            <w:pPr>
              <w:pStyle w:val="BlockText"/>
              <w:numPr>
                <w:ilvl w:val="0"/>
                <w:numId w:val="13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A flash drive/USB drive</w:t>
            </w:r>
            <w:r w:rsidR="00BD28FC">
              <w:rPr>
                <w:color w:val="000000" w:themeColor="text1"/>
                <w:sz w:val="24"/>
              </w:rPr>
              <w:t xml:space="preserve"> (recommended)</w:t>
            </w:r>
          </w:p>
          <w:p w14:paraId="18C4B7BC" w14:textId="4C6F4781" w:rsidR="001E0AF0" w:rsidRPr="00FE3014" w:rsidRDefault="001E0AF0" w:rsidP="00BD28FC">
            <w:pPr>
              <w:pStyle w:val="BlockText"/>
              <w:numPr>
                <w:ilvl w:val="0"/>
                <w:numId w:val="13"/>
              </w:numPr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>Scissors, glue stick, ruler, colored pencils.</w:t>
            </w:r>
            <w:r w:rsidR="00FE3014">
              <w:rPr>
                <w:color w:val="000000" w:themeColor="text1"/>
                <w:sz w:val="24"/>
              </w:rPr>
              <w:t xml:space="preserve"> For projects you may need additional materials.</w:t>
            </w:r>
          </w:p>
          <w:p w14:paraId="733A6D9C" w14:textId="77777777" w:rsidR="00D61F21" w:rsidRDefault="00D61F21" w:rsidP="001E0AF0">
            <w:pPr>
              <w:pStyle w:val="BlockText"/>
              <w:rPr>
                <w:color w:val="000000" w:themeColor="text1"/>
                <w:sz w:val="24"/>
              </w:rPr>
            </w:pPr>
          </w:p>
          <w:p w14:paraId="4DC95647" w14:textId="77777777" w:rsidR="001E0AF0" w:rsidRPr="001E0AF0" w:rsidRDefault="001E0AF0" w:rsidP="001E0AF0">
            <w:pPr>
              <w:pStyle w:val="BlockText"/>
              <w:rPr>
                <w:color w:val="000000" w:themeColor="text1"/>
                <w:sz w:val="24"/>
              </w:rPr>
            </w:pPr>
            <w:r w:rsidRPr="001E0AF0">
              <w:rPr>
                <w:color w:val="000000" w:themeColor="text1"/>
                <w:sz w:val="24"/>
              </w:rPr>
              <w:t xml:space="preserve">The textbook for this class is called </w:t>
            </w:r>
            <w:r w:rsidRPr="001E0AF0">
              <w:rPr>
                <w:i/>
                <w:color w:val="000000" w:themeColor="text1"/>
                <w:sz w:val="24"/>
              </w:rPr>
              <w:t>America: Pathways to the Present.</w:t>
            </w:r>
            <w:r w:rsidRPr="001E0AF0">
              <w:rPr>
                <w:color w:val="000000" w:themeColor="text1"/>
                <w:sz w:val="24"/>
              </w:rPr>
              <w:t xml:space="preserve"> </w:t>
            </w:r>
          </w:p>
          <w:p w14:paraId="72ED93B9" w14:textId="77777777" w:rsidR="005B6711" w:rsidRDefault="00F12BF2" w:rsidP="001E0AF0">
            <w:pPr>
              <w:pStyle w:val="Heading1"/>
              <w:rPr>
                <w:sz w:val="32"/>
                <w:szCs w:val="32"/>
              </w:rPr>
            </w:pPr>
            <w:r w:rsidRPr="000F2EF3">
              <w:rPr>
                <w:sz w:val="32"/>
                <w:szCs w:val="32"/>
              </w:rPr>
              <w:lastRenderedPageBreak/>
              <w:t>Technology Goals</w:t>
            </w:r>
          </w:p>
          <w:p w14:paraId="24468C13" w14:textId="308A8967" w:rsidR="00B96339" w:rsidRPr="005B6711" w:rsidRDefault="00F12BF2" w:rsidP="001E0AF0">
            <w:pPr>
              <w:pStyle w:val="Heading1"/>
              <w:rPr>
                <w:sz w:val="32"/>
                <w:szCs w:val="32"/>
              </w:rPr>
            </w:pPr>
            <w:r w:rsidRPr="00F12BF2">
              <w:rPr>
                <w:color w:val="auto"/>
                <w:sz w:val="24"/>
              </w:rPr>
              <w:t>During Social Studies, we will be learning how to use some Web 2.0 tools and websites to showcase and presen</w:t>
            </w:r>
            <w:r w:rsidR="00BD28FC">
              <w:rPr>
                <w:color w:val="auto"/>
                <w:sz w:val="24"/>
              </w:rPr>
              <w:t>t what we are learning in class including Schoology, Animoto, Prezi, etc.</w:t>
            </w:r>
          </w:p>
          <w:p w14:paraId="3FFFB75D" w14:textId="77777777" w:rsidR="001E0AF0" w:rsidRPr="001E0AF0" w:rsidRDefault="001E0AF0" w:rsidP="001E0AF0">
            <w:pPr>
              <w:pStyle w:val="Heading1"/>
              <w:rPr>
                <w:sz w:val="32"/>
                <w:szCs w:val="32"/>
              </w:rPr>
            </w:pPr>
            <w:r w:rsidRPr="001E0AF0">
              <w:rPr>
                <w:sz w:val="32"/>
                <w:szCs w:val="32"/>
              </w:rPr>
              <w:t>Grades</w:t>
            </w:r>
          </w:p>
          <w:p w14:paraId="502A2EE5" w14:textId="2C55D700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Homework</w:t>
            </w:r>
            <w:r w:rsidRPr="006E2D2B">
              <w:rPr>
                <w:color w:val="000000" w:themeColor="text1"/>
                <w:sz w:val="24"/>
              </w:rPr>
              <w:t>…</w:t>
            </w:r>
            <w:r w:rsidR="006E2D2B">
              <w:rPr>
                <w:color w:val="000000" w:themeColor="text1"/>
                <w:sz w:val="24"/>
              </w:rPr>
              <w:t>…………..</w:t>
            </w:r>
            <w:r w:rsidRPr="006E2D2B">
              <w:rPr>
                <w:color w:val="000000" w:themeColor="text1"/>
                <w:sz w:val="24"/>
              </w:rPr>
              <w:t>……………………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……………………………………………………………</w:t>
            </w:r>
            <w:r w:rsidR="00495A06">
              <w:rPr>
                <w:color w:val="000000" w:themeColor="text1"/>
                <w:sz w:val="24"/>
              </w:rPr>
              <w:t>10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634A9A34" w14:textId="7ED85D63" w:rsidR="001E0AF0" w:rsidRPr="006E2D2B" w:rsidRDefault="001E0AF0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Notebook</w:t>
            </w:r>
            <w:r w:rsidR="006E2D2B" w:rsidRPr="006E2D2B">
              <w:rPr>
                <w:color w:val="000000" w:themeColor="text1"/>
                <w:sz w:val="24"/>
                <w:u w:val="single"/>
              </w:rPr>
              <w:t>/Current Events</w:t>
            </w:r>
            <w:r w:rsidRPr="006E2D2B">
              <w:rPr>
                <w:color w:val="000000" w:themeColor="text1"/>
                <w:sz w:val="24"/>
              </w:rPr>
              <w:t>………</w:t>
            </w:r>
            <w:r w:rsidR="006E2D2B" w:rsidRPr="006E2D2B">
              <w:rPr>
                <w:color w:val="000000" w:themeColor="text1"/>
                <w:sz w:val="24"/>
              </w:rPr>
              <w:t>…………</w:t>
            </w:r>
            <w:r w:rsidR="006E2D2B">
              <w:rPr>
                <w:color w:val="000000" w:themeColor="text1"/>
                <w:sz w:val="24"/>
              </w:rPr>
              <w:t>…………...</w:t>
            </w:r>
            <w:r w:rsidR="006E2D2B" w:rsidRPr="006E2D2B">
              <w:rPr>
                <w:color w:val="000000" w:themeColor="text1"/>
                <w:sz w:val="24"/>
              </w:rPr>
              <w:t>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950F7E" w:rsidRPr="006E2D2B">
              <w:rPr>
                <w:color w:val="000000" w:themeColor="text1"/>
                <w:sz w:val="24"/>
              </w:rPr>
              <w:t>….</w:t>
            </w:r>
            <w:r w:rsidR="006E2D2B">
              <w:rPr>
                <w:color w:val="000000" w:themeColor="text1"/>
                <w:sz w:val="24"/>
              </w:rPr>
              <w:t>20</w:t>
            </w:r>
            <w:r w:rsidRPr="006E2D2B">
              <w:rPr>
                <w:color w:val="000000" w:themeColor="text1"/>
                <w:sz w:val="24"/>
              </w:rPr>
              <w:t>%</w:t>
            </w:r>
          </w:p>
          <w:p w14:paraId="14A05F5C" w14:textId="7DD024CE" w:rsidR="001E0AF0" w:rsidRP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Do Now</w:t>
            </w:r>
            <w:r>
              <w:rPr>
                <w:color w:val="000000" w:themeColor="text1"/>
                <w:sz w:val="24"/>
                <w:u w:val="single"/>
              </w:rPr>
              <w:t>/Classwork</w:t>
            </w:r>
            <w:r w:rsidR="00CB4D87" w:rsidRPr="006E2D2B">
              <w:rPr>
                <w:color w:val="000000" w:themeColor="text1"/>
                <w:sz w:val="24"/>
              </w:rPr>
              <w:t>……………</w:t>
            </w:r>
            <w:r w:rsidR="00495A06">
              <w:rPr>
                <w:color w:val="000000" w:themeColor="text1"/>
                <w:sz w:val="24"/>
              </w:rPr>
              <w:t>………………</w:t>
            </w:r>
            <w:r w:rsidR="00CB4D87" w:rsidRPr="006E2D2B">
              <w:rPr>
                <w:color w:val="000000" w:themeColor="text1"/>
                <w:sz w:val="24"/>
              </w:rPr>
              <w:t>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……………………………….</w:t>
            </w:r>
            <w:r>
              <w:rPr>
                <w:color w:val="000000" w:themeColor="text1"/>
                <w:sz w:val="24"/>
              </w:rPr>
              <w:t>.2</w:t>
            </w:r>
            <w:r w:rsidRPr="006E2D2B">
              <w:rPr>
                <w:color w:val="000000" w:themeColor="text1"/>
                <w:sz w:val="24"/>
              </w:rPr>
              <w:t>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148F7752" w14:textId="4F0D9477" w:rsidR="006E2D2B" w:rsidRDefault="006E2D2B" w:rsidP="00CB4D87">
            <w:pPr>
              <w:pStyle w:val="BlockText"/>
              <w:spacing w:line="36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>Quizzes and Writing Prompts</w:t>
            </w:r>
            <w:r>
              <w:rPr>
                <w:color w:val="000000" w:themeColor="text1"/>
                <w:sz w:val="24"/>
              </w:rPr>
              <w:t>…………………………………………………………………………..20%</w:t>
            </w:r>
          </w:p>
          <w:p w14:paraId="3520EAF2" w14:textId="5541A1D7" w:rsidR="006E2D2B" w:rsidRDefault="006E2D2B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 w:rsidRPr="006E2D2B">
              <w:rPr>
                <w:color w:val="000000" w:themeColor="text1"/>
                <w:sz w:val="24"/>
                <w:u w:val="single"/>
              </w:rPr>
              <w:t xml:space="preserve">Unit </w:t>
            </w:r>
            <w:r w:rsidR="00495A06">
              <w:rPr>
                <w:color w:val="000000" w:themeColor="text1"/>
                <w:sz w:val="24"/>
                <w:u w:val="single"/>
              </w:rPr>
              <w:t>Performance Tasks</w:t>
            </w:r>
            <w:r w:rsidR="00BD28FC">
              <w:rPr>
                <w:color w:val="000000" w:themeColor="text1"/>
                <w:sz w:val="24"/>
              </w:rPr>
              <w:t>….</w:t>
            </w:r>
            <w:r w:rsidRPr="006E2D2B">
              <w:rPr>
                <w:color w:val="000000" w:themeColor="text1"/>
                <w:sz w:val="24"/>
              </w:rPr>
              <w:t>..</w:t>
            </w:r>
            <w:r w:rsidR="001E0AF0" w:rsidRPr="006E2D2B">
              <w:rPr>
                <w:color w:val="000000" w:themeColor="text1"/>
                <w:sz w:val="24"/>
              </w:rPr>
              <w:t>……</w:t>
            </w:r>
            <w:r w:rsidR="00CB4D87" w:rsidRPr="006E2D2B">
              <w:rPr>
                <w:color w:val="000000" w:themeColor="text1"/>
                <w:sz w:val="24"/>
              </w:rPr>
              <w:t>……………………</w:t>
            </w:r>
            <w:r>
              <w:rPr>
                <w:color w:val="000000" w:themeColor="text1"/>
                <w:sz w:val="24"/>
              </w:rPr>
              <w:t>……………</w:t>
            </w:r>
            <w:r w:rsidR="00CB4D87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495A06">
              <w:rPr>
                <w:color w:val="000000" w:themeColor="text1"/>
                <w:sz w:val="24"/>
              </w:rPr>
              <w:t>20</w:t>
            </w:r>
            <w:r w:rsidR="001E0AF0" w:rsidRPr="006E2D2B">
              <w:rPr>
                <w:color w:val="000000" w:themeColor="text1"/>
                <w:sz w:val="24"/>
              </w:rPr>
              <w:t>%</w:t>
            </w:r>
          </w:p>
          <w:p w14:paraId="60E5F567" w14:textId="62B0693F" w:rsidR="00495A06" w:rsidRDefault="00BD28FC" w:rsidP="00495A06">
            <w:pPr>
              <w:spacing w:line="24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u w:val="single"/>
              </w:rPr>
              <w:t xml:space="preserve">Habits of Work </w:t>
            </w:r>
            <w:r w:rsidR="00495A06">
              <w:rPr>
                <w:color w:val="000000" w:themeColor="text1"/>
                <w:sz w:val="24"/>
                <w:u w:val="single"/>
              </w:rPr>
              <w:t>Participatio</w:t>
            </w:r>
            <w:r w:rsidR="00495A06" w:rsidRPr="006E2D2B">
              <w:rPr>
                <w:color w:val="000000" w:themeColor="text1"/>
                <w:sz w:val="24"/>
              </w:rPr>
              <w:t>.…………………………</w:t>
            </w:r>
            <w:r w:rsidR="00495A06">
              <w:rPr>
                <w:color w:val="000000" w:themeColor="text1"/>
                <w:sz w:val="24"/>
              </w:rPr>
              <w:t>……………</w:t>
            </w:r>
            <w:r w:rsidR="00495A06" w:rsidRPr="006E2D2B">
              <w:rPr>
                <w:color w:val="000000" w:themeColor="text1"/>
                <w:sz w:val="24"/>
              </w:rPr>
              <w:t>……………………………………</w:t>
            </w:r>
            <w:r w:rsidR="00495A06">
              <w:rPr>
                <w:color w:val="000000" w:themeColor="text1"/>
                <w:sz w:val="24"/>
              </w:rPr>
              <w:t>10</w:t>
            </w:r>
            <w:r w:rsidR="00495A06" w:rsidRPr="006E2D2B">
              <w:rPr>
                <w:color w:val="000000" w:themeColor="text1"/>
                <w:sz w:val="24"/>
              </w:rPr>
              <w:t>%</w:t>
            </w:r>
          </w:p>
          <w:p w14:paraId="5B97487A" w14:textId="4315BA73" w:rsidR="00495A06" w:rsidRPr="006E2D2B" w:rsidRDefault="00495A06" w:rsidP="00495A06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74" w:type="pct"/>
          </w:tcPr>
          <w:p w14:paraId="55C4454A" w14:textId="77777777" w:rsidR="00CB0C8A" w:rsidRDefault="00CB0C8A" w:rsidP="00CB0C8A"/>
        </w:tc>
        <w:tc>
          <w:tcPr>
            <w:tcW w:w="1261" w:type="pct"/>
          </w:tcPr>
          <w:p w14:paraId="65A300F8" w14:textId="558393AE" w:rsidR="00CB0C8A" w:rsidRPr="0058353E" w:rsidRDefault="00CB0C8A" w:rsidP="00CB0C8A">
            <w:pPr>
              <w:pStyle w:val="BlockText"/>
            </w:pPr>
            <w:bookmarkStart w:id="2" w:name="_GoBack"/>
            <w:bookmarkEnd w:id="2"/>
          </w:p>
        </w:tc>
      </w:tr>
      <w:tr w:rsidR="001E0AF0" w14:paraId="0CBAA76E" w14:textId="77777777" w:rsidTr="00F12BF2">
        <w:trPr>
          <w:trHeight w:val="2363"/>
        </w:trPr>
        <w:tc>
          <w:tcPr>
            <w:tcW w:w="3665" w:type="pct"/>
          </w:tcPr>
          <w:p w14:paraId="125D5939" w14:textId="4438C1DB" w:rsidR="00CB4D87" w:rsidRDefault="006E2D2B" w:rsidP="00CB4D87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Homework Policy</w:t>
            </w:r>
          </w:p>
          <w:p w14:paraId="2234AA30" w14:textId="3D19A623" w:rsidR="00CB4D87" w:rsidRDefault="006E2D2B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1.  For Full Credit on homework you must meet each condition below.</w:t>
            </w:r>
          </w:p>
          <w:p w14:paraId="58857C01" w14:textId="7EB38FE7" w:rsidR="006E2D2B" w:rsidRDefault="006E2D2B" w:rsidP="00BE454C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It must be turned in on time.  On time is when I walk around the room at the beginning of the period.  Your homework is out with your agenda ready for me to check.</w:t>
            </w:r>
          </w:p>
          <w:p w14:paraId="26A72A52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All directions must be followed.</w:t>
            </w:r>
          </w:p>
          <w:p w14:paraId="760F5524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It must all be completed.</w:t>
            </w:r>
          </w:p>
          <w:p w14:paraId="198F357E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It must be neat and legible.</w:t>
            </w:r>
          </w:p>
          <w:p w14:paraId="7BBDCCBD" w14:textId="77777777" w:rsidR="00FE3014" w:rsidRDefault="00FE3014" w:rsidP="006E2D2B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Use complete sentences in TTQA form unless told not to.</w:t>
            </w:r>
          </w:p>
          <w:p w14:paraId="15F851BB" w14:textId="778501F8" w:rsidR="00FE3014" w:rsidRDefault="00FE3014" w:rsidP="00BE454C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2. As an 8</w:t>
            </w:r>
            <w:r w:rsidRPr="00FE3014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grader, there is an expectation that work will be turned in on time.</w:t>
            </w:r>
          </w:p>
          <w:p w14:paraId="44A97ADC" w14:textId="77777777" w:rsidR="00FE3014" w:rsidRDefault="00FE3014" w:rsidP="00BE454C">
            <w:pPr>
              <w:pStyle w:val="ListParagraph"/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A zero will be assigned if the homework policy is not followed.</w:t>
            </w:r>
          </w:p>
          <w:p w14:paraId="2C663443" w14:textId="3656FADF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If turned in the next </w:t>
            </w:r>
            <w:r w:rsidR="00495A06">
              <w:rPr>
                <w:sz w:val="24"/>
              </w:rPr>
              <w:t xml:space="preserve">class </w:t>
            </w:r>
            <w:r>
              <w:rPr>
                <w:sz w:val="24"/>
              </w:rPr>
              <w:t>day, you may receive half credit.</w:t>
            </w:r>
          </w:p>
          <w:p w14:paraId="4D0DECD1" w14:textId="3B5D60AD" w:rsidR="00FE3014" w:rsidRDefault="00FE3014" w:rsidP="00FE301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You are responsible for making sure you hand in any missing assignments.</w:t>
            </w:r>
          </w:p>
          <w:p w14:paraId="1A85E256" w14:textId="0502D125" w:rsidR="00FE3014" w:rsidRPr="00F12BF2" w:rsidRDefault="00FE3014" w:rsidP="00CB4D87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Repeat offenses of not completing homework will result in </w:t>
            </w:r>
            <w:r w:rsidR="009B2243">
              <w:rPr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 w:rsidR="009B2243">
              <w:rPr>
                <w:sz w:val="24"/>
              </w:rPr>
              <w:t>consequence</w:t>
            </w:r>
            <w:r>
              <w:rPr>
                <w:sz w:val="24"/>
              </w:rPr>
              <w:t xml:space="preserve">.  </w:t>
            </w:r>
          </w:p>
          <w:p w14:paraId="1D48B032" w14:textId="03A76B37" w:rsidR="00FE3014" w:rsidRDefault="00FE3014" w:rsidP="00B96339">
            <w:pPr>
              <w:pStyle w:val="Heading1"/>
              <w:rPr>
                <w:sz w:val="32"/>
                <w:szCs w:val="32"/>
              </w:rPr>
            </w:pPr>
            <w:r w:rsidRPr="00B96339">
              <w:rPr>
                <w:sz w:val="32"/>
                <w:szCs w:val="32"/>
              </w:rPr>
              <w:t>Classroom Expectations</w:t>
            </w:r>
            <w:r w:rsidR="00BE454C">
              <w:rPr>
                <w:sz w:val="32"/>
                <w:szCs w:val="32"/>
              </w:rPr>
              <w:t xml:space="preserve"> – The </w:t>
            </w:r>
            <w:r w:rsidR="00651417">
              <w:rPr>
                <w:sz w:val="32"/>
                <w:szCs w:val="32"/>
              </w:rPr>
              <w:t>Core Values</w:t>
            </w:r>
          </w:p>
          <w:p w14:paraId="4C60B968" w14:textId="245DF30A" w:rsidR="00B96339" w:rsidRDefault="00B96339" w:rsidP="00495A06">
            <w:pPr>
              <w:spacing w:line="240" w:lineRule="auto"/>
              <w:rPr>
                <w:sz w:val="24"/>
              </w:rPr>
            </w:pPr>
            <w:r w:rsidRPr="00B96339">
              <w:rPr>
                <w:sz w:val="24"/>
              </w:rPr>
              <w:t xml:space="preserve">The following expectations will be included as part of your </w:t>
            </w:r>
            <w:r w:rsidR="00651417">
              <w:rPr>
                <w:sz w:val="24"/>
              </w:rPr>
              <w:t>habits of work</w:t>
            </w:r>
            <w:r w:rsidRPr="00B96339">
              <w:rPr>
                <w:sz w:val="24"/>
              </w:rPr>
              <w:t xml:space="preserve"> grade.  You are solely responsible for meeting these expectations and will result in achieving a successful year in Social Studies.</w:t>
            </w:r>
          </w:p>
          <w:p w14:paraId="7445A389" w14:textId="43419B87" w:rsidR="00B96339" w:rsidRPr="00B96339" w:rsidRDefault="00B96339" w:rsidP="00495A06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sz w:val="24"/>
              </w:rPr>
            </w:pPr>
            <w:r w:rsidRPr="00B96339">
              <w:rPr>
                <w:sz w:val="24"/>
              </w:rPr>
              <w:t>Come to class on time, sit in your seat, take out your agenda with your homework, and quietly attempt the Do Now.</w:t>
            </w:r>
          </w:p>
          <w:p w14:paraId="3EDBE5E5" w14:textId="0C4CCEEA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Always show respect for everyone in the class.  Including not speaking when someone else is speaking and keeping your hands, feet and objects to yourself</w:t>
            </w:r>
            <w:r w:rsidR="00651417">
              <w:rPr>
                <w:sz w:val="24"/>
              </w:rPr>
              <w:t>.</w:t>
            </w:r>
          </w:p>
          <w:p w14:paraId="50676D99" w14:textId="083B27C3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Come prepared with your notebook, pencil, homework, etc.</w:t>
            </w:r>
          </w:p>
          <w:p w14:paraId="15E985B2" w14:textId="16FAF9E5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No food or drinks. Capped water that is spill proof is o.k.</w:t>
            </w:r>
          </w:p>
          <w:p w14:paraId="26F3E636" w14:textId="1CCD9DA2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No electronics except </w:t>
            </w:r>
            <w:r w:rsidR="009B2243">
              <w:rPr>
                <w:sz w:val="24"/>
              </w:rPr>
              <w:t xml:space="preserve">the </w:t>
            </w:r>
            <w:r>
              <w:rPr>
                <w:sz w:val="24"/>
              </w:rPr>
              <w:t xml:space="preserve">laptops, student response systems, and iPads </w:t>
            </w:r>
            <w:r w:rsidR="009B2243">
              <w:rPr>
                <w:sz w:val="24"/>
              </w:rPr>
              <w:t>provided for a lesson</w:t>
            </w:r>
            <w:r>
              <w:rPr>
                <w:sz w:val="24"/>
              </w:rPr>
              <w:t>.</w:t>
            </w:r>
          </w:p>
          <w:p w14:paraId="012C4BFC" w14:textId="0AB91682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Restroom needs should be taken care of in </w:t>
            </w:r>
            <w:r w:rsidR="00D61F21">
              <w:rPr>
                <w:sz w:val="24"/>
              </w:rPr>
              <w:t>advisory</w:t>
            </w:r>
            <w:r>
              <w:rPr>
                <w:sz w:val="24"/>
              </w:rPr>
              <w:t xml:space="preserve"> and </w:t>
            </w:r>
            <w:r w:rsidR="009B2243">
              <w:rPr>
                <w:sz w:val="24"/>
              </w:rPr>
              <w:t xml:space="preserve">at </w:t>
            </w:r>
            <w:r>
              <w:rPr>
                <w:sz w:val="24"/>
              </w:rPr>
              <w:t>lunch time</w:t>
            </w:r>
            <w:r w:rsidR="00D61F21">
              <w:rPr>
                <w:sz w:val="24"/>
              </w:rPr>
              <w:t xml:space="preserve"> (exceptions made for medical reasons)</w:t>
            </w:r>
            <w:r>
              <w:rPr>
                <w:sz w:val="24"/>
              </w:rPr>
              <w:t xml:space="preserve">.  </w:t>
            </w:r>
          </w:p>
          <w:p w14:paraId="0F0D4C07" w14:textId="5845C8F4" w:rsidR="00B96339" w:rsidRDefault="00B96339" w:rsidP="00B96339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Stay on task, have a positive attitude, and do the best you can</w:t>
            </w:r>
            <w:r w:rsidR="00651417">
              <w:rPr>
                <w:sz w:val="24"/>
              </w:rPr>
              <w:t>.</w:t>
            </w:r>
          </w:p>
          <w:p w14:paraId="79A13B3C" w14:textId="77777777" w:rsidR="00D61F21" w:rsidRDefault="00D61F21" w:rsidP="00D61F21">
            <w:pPr>
              <w:pStyle w:val="ListParagraph"/>
              <w:rPr>
                <w:sz w:val="24"/>
              </w:rPr>
            </w:pPr>
          </w:p>
          <w:p w14:paraId="50CF8546" w14:textId="579B4993" w:rsidR="00B96339" w:rsidRPr="00B96339" w:rsidRDefault="00B96339" w:rsidP="00BE454C">
            <w:pPr>
              <w:pStyle w:val="ListParagraph"/>
              <w:rPr>
                <w:sz w:val="24"/>
              </w:rPr>
            </w:pPr>
          </w:p>
          <w:p w14:paraId="2E9FADD1" w14:textId="77777777" w:rsidR="00B96339" w:rsidRPr="00B96339" w:rsidRDefault="00B96339" w:rsidP="00B96339">
            <w:pPr>
              <w:rPr>
                <w:sz w:val="24"/>
              </w:rPr>
            </w:pPr>
          </w:p>
          <w:p w14:paraId="5971BC0B" w14:textId="77777777" w:rsidR="0088130F" w:rsidRPr="0019037C" w:rsidRDefault="0088130F" w:rsidP="00CB0C8A">
            <w:pPr>
              <w:pStyle w:val="Heading1"/>
              <w:rPr>
                <w:sz w:val="32"/>
                <w:szCs w:val="32"/>
              </w:rPr>
            </w:pPr>
          </w:p>
        </w:tc>
        <w:tc>
          <w:tcPr>
            <w:tcW w:w="74" w:type="pct"/>
          </w:tcPr>
          <w:p w14:paraId="7B47CC35" w14:textId="77777777" w:rsidR="0088130F" w:rsidRDefault="0088130F" w:rsidP="00CB0C8A"/>
        </w:tc>
        <w:tc>
          <w:tcPr>
            <w:tcW w:w="1261" w:type="pct"/>
          </w:tcPr>
          <w:p w14:paraId="0C7201C5" w14:textId="77777777" w:rsidR="0088130F" w:rsidRPr="0019037C" w:rsidRDefault="0088130F" w:rsidP="00CB0C8A">
            <w:pPr>
              <w:pStyle w:val="Heading2"/>
              <w:rPr>
                <w:sz w:val="32"/>
                <w:szCs w:val="32"/>
              </w:rPr>
            </w:pPr>
          </w:p>
        </w:tc>
      </w:tr>
    </w:tbl>
    <w:p w14:paraId="6FB5D7A9" w14:textId="44AA63E4" w:rsidR="0055491E" w:rsidRPr="0055491E" w:rsidRDefault="00651417" w:rsidP="0055491E">
      <w:pPr>
        <w:pStyle w:val="NoSpacing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234EC8" wp14:editId="1C496F3D">
            <wp:simplePos x="0" y="0"/>
            <wp:positionH relativeFrom="column">
              <wp:posOffset>0</wp:posOffset>
            </wp:positionH>
            <wp:positionV relativeFrom="paragraph">
              <wp:posOffset>1714500</wp:posOffset>
            </wp:positionV>
            <wp:extent cx="7035800" cy="5232400"/>
            <wp:effectExtent l="0" t="0" r="0" b="0"/>
            <wp:wrapTight wrapText="bothSides">
              <wp:wrapPolygon edited="0">
                <wp:start x="0" y="0"/>
                <wp:lineTo x="0" y="21495"/>
                <wp:lineTo x="21522" y="21495"/>
                <wp:lineTo x="21522" y="0"/>
                <wp:lineTo x="0" y="0"/>
              </wp:wrapPolygon>
            </wp:wrapTight>
            <wp:docPr id="1" name="Picture 1" descr="Macintosh HD:Users:mechevarria:Desktop:Core Valu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echevarria:Desktop:Core Valu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0" cy="52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1"/>
    <w:p w14:paraId="60F30276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65B26146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074AB6AA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584E5160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4F94C3DD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192AD605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1B614467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7D89DAF0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2CA119E2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3B6AADC5" w14:textId="77777777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</w:p>
    <w:p w14:paraId="5DC2D770" w14:textId="40605095" w:rsidR="00651417" w:rsidRDefault="00651417" w:rsidP="00651417">
      <w:pPr>
        <w:pStyle w:val="Normal1"/>
        <w:jc w:val="center"/>
        <w:rPr>
          <w:rFonts w:ascii="American Typewriter" w:eastAsia="Trebuchet MS" w:hAnsi="American Typewriter" w:cs="Trebuchet MS"/>
          <w:b/>
          <w:sz w:val="24"/>
          <w:szCs w:val="24"/>
        </w:rPr>
      </w:pPr>
      <w:r>
        <w:rPr>
          <w:rFonts w:ascii="American Typewriter" w:eastAsia="Trebuchet MS" w:hAnsi="American Typewriter" w:cs="Trebuchet MS"/>
          <w:b/>
          <w:sz w:val="24"/>
          <w:szCs w:val="24"/>
        </w:rPr>
        <w:t>American History</w:t>
      </w:r>
      <w:r w:rsidRPr="00B96F8D">
        <w:rPr>
          <w:rFonts w:ascii="American Typewriter" w:eastAsia="Trebuchet MS" w:hAnsi="American Typewriter" w:cs="Trebuchet MS"/>
          <w:b/>
          <w:sz w:val="24"/>
          <w:szCs w:val="24"/>
        </w:rPr>
        <w:t xml:space="preserve"> Course Information</w:t>
      </w:r>
      <w:r>
        <w:rPr>
          <w:rFonts w:ascii="American Typewriter" w:eastAsia="Trebuchet MS" w:hAnsi="American Typewriter" w:cs="Trebuchet MS"/>
          <w:b/>
          <w:sz w:val="24"/>
          <w:szCs w:val="24"/>
        </w:rPr>
        <w:t xml:space="preserve"> Signature Page</w:t>
      </w:r>
    </w:p>
    <w:p w14:paraId="16CFDB5A" w14:textId="77777777" w:rsidR="00651417" w:rsidRPr="00B96F8D" w:rsidRDefault="00651417" w:rsidP="00651417">
      <w:pPr>
        <w:pStyle w:val="Normal1"/>
        <w:jc w:val="center"/>
        <w:rPr>
          <w:rFonts w:ascii="American Typewriter" w:hAnsi="American Typewriter"/>
          <w:sz w:val="24"/>
          <w:szCs w:val="24"/>
        </w:rPr>
      </w:pPr>
      <w:r>
        <w:rPr>
          <w:rFonts w:ascii="American Typewriter" w:eastAsia="Trebuchet MS" w:hAnsi="American Typewriter" w:cs="Trebuchet MS"/>
          <w:b/>
          <w:sz w:val="24"/>
          <w:szCs w:val="24"/>
        </w:rPr>
        <w:t>Please return by WEDNESDAY, SEPTEMBER 3</w:t>
      </w:r>
      <w:r w:rsidRPr="00B96F8D">
        <w:rPr>
          <w:rFonts w:ascii="American Typewriter" w:eastAsia="Trebuchet MS" w:hAnsi="American Typewriter" w:cs="Trebuchet MS"/>
          <w:b/>
          <w:sz w:val="24"/>
          <w:szCs w:val="24"/>
          <w:vertAlign w:val="superscript"/>
        </w:rPr>
        <w:t>RD</w:t>
      </w:r>
      <w:r>
        <w:rPr>
          <w:rFonts w:ascii="American Typewriter" w:eastAsia="Trebuchet MS" w:hAnsi="American Typewriter" w:cs="Trebuchet MS"/>
          <w:b/>
          <w:sz w:val="24"/>
          <w:szCs w:val="24"/>
        </w:rPr>
        <w:t>.</w:t>
      </w:r>
    </w:p>
    <w:p w14:paraId="3F1EC23E" w14:textId="77777777" w:rsidR="00651417" w:rsidRDefault="00651417" w:rsidP="00651417">
      <w:pPr>
        <w:rPr>
          <w:rFonts w:ascii="American Typewriter" w:hAnsi="American Typewriter"/>
          <w:sz w:val="24"/>
        </w:rPr>
      </w:pPr>
    </w:p>
    <w:p w14:paraId="1A0EA75B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Students</w:t>
      </w:r>
    </w:p>
    <w:p w14:paraId="3F3717F0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3F9E2FC6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I have read the Rules/Guidelines from the previous page and know what is expected of me in this upcoming school year.</w:t>
      </w:r>
    </w:p>
    <w:p w14:paraId="329B93C0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157FF7E8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Signed:</w:t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  <w:t>Date:</w:t>
      </w:r>
    </w:p>
    <w:p w14:paraId="695639DF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2BF721DD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_________________________________________________</w:t>
      </w:r>
      <w:r w:rsidRPr="00B96F8D">
        <w:rPr>
          <w:rFonts w:ascii="American Typewriter" w:hAnsi="American Typewriter"/>
          <w:sz w:val="24"/>
        </w:rPr>
        <w:tab/>
        <w:t>____________________</w:t>
      </w:r>
    </w:p>
    <w:p w14:paraId="21F8EBDE" w14:textId="77777777" w:rsidR="00651417" w:rsidRDefault="00651417" w:rsidP="00651417">
      <w:pPr>
        <w:rPr>
          <w:rFonts w:ascii="American Typewriter" w:hAnsi="American Typewriter"/>
          <w:sz w:val="24"/>
        </w:rPr>
      </w:pPr>
    </w:p>
    <w:p w14:paraId="15FFA73B" w14:textId="4A002FF5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Parents/Guardians</w:t>
      </w:r>
    </w:p>
    <w:p w14:paraId="0BBF2E92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I have read the Rules/Guidelines from the previous page and know what is expected of my student in this upcoming school year.</w:t>
      </w:r>
    </w:p>
    <w:p w14:paraId="406A49FE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48A55C88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Signed:</w:t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</w:r>
      <w:r w:rsidRPr="00B96F8D">
        <w:rPr>
          <w:rFonts w:ascii="American Typewriter" w:hAnsi="American Typewriter"/>
          <w:sz w:val="24"/>
        </w:rPr>
        <w:tab/>
        <w:t>Date:</w:t>
      </w:r>
    </w:p>
    <w:p w14:paraId="0ADB9D49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262D9EC3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_________________________________________________</w:t>
      </w:r>
      <w:r w:rsidRPr="00B96F8D">
        <w:rPr>
          <w:rFonts w:ascii="American Typewriter" w:hAnsi="American Typewriter"/>
          <w:sz w:val="24"/>
        </w:rPr>
        <w:tab/>
        <w:t>____________________</w:t>
      </w:r>
    </w:p>
    <w:p w14:paraId="3F305CE1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3D680CDD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>
        <w:rPr>
          <w:rFonts w:ascii="American Typewriter" w:hAnsi="American Typewriter"/>
          <w:sz w:val="24"/>
        </w:rPr>
        <w:t>The email that I would like Mr.</w:t>
      </w:r>
      <w:r w:rsidRPr="00B96F8D">
        <w:rPr>
          <w:rFonts w:ascii="American Typewriter" w:hAnsi="American Typewriter"/>
          <w:sz w:val="24"/>
        </w:rPr>
        <w:t xml:space="preserve"> </w:t>
      </w:r>
      <w:r>
        <w:rPr>
          <w:rFonts w:ascii="American Typewriter" w:hAnsi="American Typewriter"/>
          <w:sz w:val="24"/>
        </w:rPr>
        <w:t xml:space="preserve">Echevarria </w:t>
      </w:r>
      <w:r w:rsidRPr="00B96F8D">
        <w:rPr>
          <w:rFonts w:ascii="American Typewriter" w:hAnsi="American Typewriter"/>
          <w:sz w:val="24"/>
        </w:rPr>
        <w:t xml:space="preserve"> to use to contact me:</w:t>
      </w:r>
    </w:p>
    <w:p w14:paraId="5BC24E0E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48394BC6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_____________________________________________________</w:t>
      </w:r>
    </w:p>
    <w:p w14:paraId="591CB8DB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3DEC7FCD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The pho</w:t>
      </w:r>
      <w:r>
        <w:rPr>
          <w:rFonts w:ascii="American Typewriter" w:hAnsi="American Typewriter"/>
          <w:sz w:val="24"/>
        </w:rPr>
        <w:t>ne number that I would like Mr.</w:t>
      </w:r>
      <w:r w:rsidRPr="00B96F8D">
        <w:rPr>
          <w:rFonts w:ascii="American Typewriter" w:hAnsi="American Typewriter"/>
          <w:sz w:val="24"/>
        </w:rPr>
        <w:t xml:space="preserve"> </w:t>
      </w:r>
      <w:r>
        <w:rPr>
          <w:rFonts w:ascii="American Typewriter" w:hAnsi="American Typewriter"/>
          <w:sz w:val="24"/>
        </w:rPr>
        <w:t>Echevarria</w:t>
      </w:r>
      <w:r w:rsidRPr="00B96F8D">
        <w:rPr>
          <w:rFonts w:ascii="American Typewriter" w:hAnsi="American Typewriter"/>
          <w:sz w:val="24"/>
        </w:rPr>
        <w:t xml:space="preserve"> to use to contact me:</w:t>
      </w:r>
    </w:p>
    <w:p w14:paraId="34EFB7EF" w14:textId="77777777" w:rsidR="00651417" w:rsidRPr="00B96F8D" w:rsidRDefault="00651417" w:rsidP="00651417">
      <w:pPr>
        <w:rPr>
          <w:rFonts w:ascii="American Typewriter" w:hAnsi="American Typewriter"/>
          <w:sz w:val="24"/>
        </w:rPr>
      </w:pPr>
    </w:p>
    <w:p w14:paraId="2E1F7125" w14:textId="483D3B7F" w:rsidR="00416259" w:rsidRPr="00D61F21" w:rsidRDefault="00651417">
      <w:pPr>
        <w:rPr>
          <w:rFonts w:ascii="American Typewriter" w:hAnsi="American Typewriter"/>
          <w:sz w:val="24"/>
        </w:rPr>
      </w:pPr>
      <w:r w:rsidRPr="00B96F8D">
        <w:rPr>
          <w:rFonts w:ascii="American Typewriter" w:hAnsi="American Typewriter"/>
          <w:sz w:val="24"/>
        </w:rPr>
        <w:t>________________________________ (is this # Home Cell or Work?)  ___________</w:t>
      </w:r>
    </w:p>
    <w:sectPr w:rsidR="00416259" w:rsidRPr="00D61F21" w:rsidSect="00416259">
      <w:footerReference w:type="default" r:id="rId9"/>
      <w:pgSz w:w="12240" w:h="15840" w:code="1"/>
      <w:pgMar w:top="576" w:right="576" w:bottom="1440" w:left="576" w:header="57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C0246" w14:textId="77777777" w:rsidR="00651417" w:rsidRDefault="00651417">
      <w:pPr>
        <w:spacing w:after="0" w:line="240" w:lineRule="auto"/>
      </w:pPr>
      <w:r>
        <w:separator/>
      </w:r>
    </w:p>
  </w:endnote>
  <w:endnote w:type="continuationSeparator" w:id="0">
    <w:p w14:paraId="0A44EA16" w14:textId="77777777" w:rsidR="00651417" w:rsidRDefault="006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merican Typewriter">
    <w:altName w:val="Arial"/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7234"/>
      <w:gridCol w:w="236"/>
      <w:gridCol w:w="3834"/>
    </w:tblGrid>
    <w:tr w:rsidR="00651417" w14:paraId="3491B9B6" w14:textId="77777777" w:rsidTr="00416259">
      <w:tc>
        <w:tcPr>
          <w:tcW w:w="3200" w:type="pct"/>
          <w:shd w:val="clear" w:color="auto" w:fill="983620" w:themeFill="accent2"/>
        </w:tcPr>
        <w:p w14:paraId="5780A070" w14:textId="77777777" w:rsidR="00651417" w:rsidRDefault="00651417" w:rsidP="00416259">
          <w:pPr>
            <w:pStyle w:val="NoSpacing"/>
          </w:pPr>
        </w:p>
      </w:tc>
      <w:tc>
        <w:tcPr>
          <w:tcW w:w="104" w:type="pct"/>
        </w:tcPr>
        <w:p w14:paraId="7C97BBC8" w14:textId="77777777" w:rsidR="00651417" w:rsidRDefault="00651417" w:rsidP="00416259">
          <w:pPr>
            <w:pStyle w:val="NoSpacing"/>
          </w:pPr>
        </w:p>
      </w:tc>
      <w:tc>
        <w:tcPr>
          <w:tcW w:w="1700" w:type="pct"/>
          <w:shd w:val="clear" w:color="auto" w:fill="7F7F7F" w:themeFill="text1" w:themeFillTint="80"/>
        </w:tcPr>
        <w:p w14:paraId="640BD25A" w14:textId="77777777" w:rsidR="00651417" w:rsidRDefault="00651417" w:rsidP="00416259">
          <w:pPr>
            <w:pStyle w:val="NoSpacing"/>
          </w:pPr>
        </w:p>
      </w:tc>
    </w:tr>
    <w:tr w:rsidR="00651417" w14:paraId="038A2988" w14:textId="77777777" w:rsidTr="00416259">
      <w:tc>
        <w:tcPr>
          <w:tcW w:w="3200" w:type="pct"/>
          <w:vAlign w:val="bottom"/>
        </w:tcPr>
        <w:sdt>
          <w:sdtPr>
            <w:alias w:val="Subtitle"/>
            <w:tag w:val=""/>
            <w:id w:val="-583303468"/>
            <w:placeholder>
              <w:docPart w:val="43152A57D7E7C3409ED8943FA6C573E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Content>
            <w:p w14:paraId="558E4DFD" w14:textId="77777777" w:rsidR="00651417" w:rsidRPr="0055491E" w:rsidRDefault="00651417" w:rsidP="00416259">
              <w:pPr>
                <w:pStyle w:val="Footer"/>
                <w:rPr>
                  <w:color w:val="404040" w:themeColor="text1" w:themeTint="BF"/>
                </w:rPr>
              </w:pPr>
              <w:r>
                <w:t>Mr. Echevarría</w:t>
              </w:r>
            </w:p>
          </w:sdtContent>
        </w:sdt>
      </w:tc>
      <w:tc>
        <w:tcPr>
          <w:tcW w:w="104" w:type="pct"/>
          <w:vAlign w:val="bottom"/>
        </w:tcPr>
        <w:p w14:paraId="4F52B8B4" w14:textId="77777777" w:rsidR="00651417" w:rsidRDefault="00651417" w:rsidP="00416259">
          <w:pPr>
            <w:pStyle w:val="Footer"/>
          </w:pPr>
        </w:p>
      </w:tc>
      <w:tc>
        <w:tcPr>
          <w:tcW w:w="1700" w:type="pct"/>
          <w:vAlign w:val="bottom"/>
        </w:tcPr>
        <w:p w14:paraId="3384AA68" w14:textId="77777777" w:rsidR="00651417" w:rsidRDefault="00651417" w:rsidP="00416259">
          <w:pPr>
            <w:pStyle w:val="Footer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61F21">
            <w:rPr>
              <w:noProof/>
            </w:rPr>
            <w:t>1</w:t>
          </w:r>
          <w:r>
            <w:fldChar w:fldCharType="end"/>
          </w:r>
        </w:p>
      </w:tc>
    </w:tr>
  </w:tbl>
  <w:p w14:paraId="66680066" w14:textId="77777777" w:rsidR="00651417" w:rsidRDefault="00651417" w:rsidP="00D407E0">
    <w:pPr>
      <w:pStyle w:val="NoSpacing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5FD5F" w14:textId="77777777" w:rsidR="00651417" w:rsidRDefault="00651417">
      <w:pPr>
        <w:spacing w:after="0" w:line="240" w:lineRule="auto"/>
      </w:pPr>
      <w:r>
        <w:separator/>
      </w:r>
    </w:p>
  </w:footnote>
  <w:footnote w:type="continuationSeparator" w:id="0">
    <w:p w14:paraId="4EE16EFD" w14:textId="77777777" w:rsidR="00651417" w:rsidRDefault="00651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983620" w:themeColor="accent2"/>
      </w:rPr>
    </w:lvl>
  </w:abstractNum>
  <w:abstractNum w:abstractNumId="3">
    <w:nsid w:val="0FA25A14"/>
    <w:multiLevelType w:val="hybridMultilevel"/>
    <w:tmpl w:val="EC480B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5295B"/>
    <w:multiLevelType w:val="hybridMultilevel"/>
    <w:tmpl w:val="6B588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C2B2F"/>
    <w:multiLevelType w:val="hybridMultilevel"/>
    <w:tmpl w:val="A57653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F1430A"/>
    <w:multiLevelType w:val="hybridMultilevel"/>
    <w:tmpl w:val="28D02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271F6"/>
    <w:multiLevelType w:val="hybridMultilevel"/>
    <w:tmpl w:val="66C05A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E2F84"/>
    <w:multiLevelType w:val="hybridMultilevel"/>
    <w:tmpl w:val="54A2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72BE8"/>
    <w:multiLevelType w:val="hybridMultilevel"/>
    <w:tmpl w:val="5D4A4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B3166F"/>
    <w:multiLevelType w:val="hybridMultilevel"/>
    <w:tmpl w:val="A906D3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C2784"/>
    <w:multiLevelType w:val="hybridMultilevel"/>
    <w:tmpl w:val="C0749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07D9D"/>
    <w:multiLevelType w:val="hybridMultilevel"/>
    <w:tmpl w:val="95568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0"/>
  </w:num>
  <w:num w:numId="10">
    <w:abstractNumId w:val="5"/>
  </w:num>
  <w:num w:numId="11">
    <w:abstractNumId w:val="6"/>
  </w:num>
  <w:num w:numId="12">
    <w:abstractNumId w:val="8"/>
  </w:num>
  <w:num w:numId="13">
    <w:abstractNumId w:val="7"/>
  </w:num>
  <w:num w:numId="14">
    <w:abstractNumId w:val="9"/>
  </w:num>
  <w:num w:numId="15">
    <w:abstractNumId w:val="12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6A"/>
    <w:rsid w:val="00062EFE"/>
    <w:rsid w:val="000F2EF3"/>
    <w:rsid w:val="00165340"/>
    <w:rsid w:val="0019037C"/>
    <w:rsid w:val="00194F1D"/>
    <w:rsid w:val="001B0AD3"/>
    <w:rsid w:val="001E0AF0"/>
    <w:rsid w:val="0026113B"/>
    <w:rsid w:val="00294E22"/>
    <w:rsid w:val="002E669E"/>
    <w:rsid w:val="00335D1B"/>
    <w:rsid w:val="00416259"/>
    <w:rsid w:val="00495A06"/>
    <w:rsid w:val="004F2ABF"/>
    <w:rsid w:val="0055491E"/>
    <w:rsid w:val="005B6711"/>
    <w:rsid w:val="005D7DE6"/>
    <w:rsid w:val="006103BD"/>
    <w:rsid w:val="00640151"/>
    <w:rsid w:val="00651417"/>
    <w:rsid w:val="006E2D2B"/>
    <w:rsid w:val="0072397C"/>
    <w:rsid w:val="007D172C"/>
    <w:rsid w:val="00840FBD"/>
    <w:rsid w:val="0088130F"/>
    <w:rsid w:val="008826FB"/>
    <w:rsid w:val="008C2A28"/>
    <w:rsid w:val="008C4950"/>
    <w:rsid w:val="00935BA7"/>
    <w:rsid w:val="00950F7E"/>
    <w:rsid w:val="009763B8"/>
    <w:rsid w:val="009B2243"/>
    <w:rsid w:val="009F709B"/>
    <w:rsid w:val="00B96339"/>
    <w:rsid w:val="00BD28FC"/>
    <w:rsid w:val="00BE454C"/>
    <w:rsid w:val="00CB0C8A"/>
    <w:rsid w:val="00CB4D87"/>
    <w:rsid w:val="00CB7858"/>
    <w:rsid w:val="00CC31F5"/>
    <w:rsid w:val="00D40758"/>
    <w:rsid w:val="00D407E0"/>
    <w:rsid w:val="00D50B6A"/>
    <w:rsid w:val="00D61F21"/>
    <w:rsid w:val="00D64711"/>
    <w:rsid w:val="00DB77A7"/>
    <w:rsid w:val="00E84E02"/>
    <w:rsid w:val="00EC57D1"/>
    <w:rsid w:val="00EC6DFE"/>
    <w:rsid w:val="00F12BF2"/>
    <w:rsid w:val="00F445ED"/>
    <w:rsid w:val="00F73F39"/>
    <w:rsid w:val="00FB097F"/>
    <w:rsid w:val="00FE3014"/>
    <w:rsid w:val="00FE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AA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qFormat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  <w:style w:type="paragraph" w:customStyle="1" w:styleId="Normal1">
    <w:name w:val="Normal1"/>
    <w:rsid w:val="00651417"/>
    <w:pPr>
      <w:widowControl w:val="0"/>
      <w:spacing w:after="0"/>
    </w:pPr>
    <w:rPr>
      <w:rFonts w:ascii="Arial" w:eastAsia="Arial" w:hAnsi="Arial" w:cs="Arial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9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9" w:unhideWhenUsed="0" w:qFormat="1"/>
    <w:lsdException w:name="Default Paragraph Font" w:uiPriority="1"/>
    <w:lsdException w:name="Subtitle" w:semiHidden="0" w:uiPriority="9" w:unhideWhenUsed="0" w:qFormat="1"/>
    <w:lsdException w:name="Date" w:uiPriority="1" w:qFormat="1"/>
    <w:lsdException w:name="Block Text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59"/>
    <w:rPr>
      <w:color w:val="404040" w:themeColor="text1" w:themeTint="BF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F709B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9F709B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9F709B"/>
    <w:pPr>
      <w:keepNext/>
      <w:keepLines/>
      <w:spacing w:before="280" w:after="0"/>
      <w:outlineLvl w:val="2"/>
    </w:pPr>
    <w:rPr>
      <w:rFonts w:asciiTheme="majorHAnsi" w:eastAsiaTheme="majorEastAsia" w:hAnsiTheme="majorHAnsi" w:cstheme="majorBidi"/>
      <w:bCs/>
      <w:color w:val="983620" w:themeColor="accent2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9F709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Cs/>
      <w:color w:val="4B5A60" w:themeColor="accent1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9F709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C2F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9F709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9F709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83620" w:themeColor="accent2"/>
      <w:szCs w:val="20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9F70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Cs/>
      <w:color w:val="595959" w:themeColor="text1" w:themeTint="A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9F709B"/>
    <w:rPr>
      <w:rFonts w:asciiTheme="majorHAnsi" w:eastAsiaTheme="majorEastAsia" w:hAnsiTheme="majorHAnsi" w:cstheme="majorBidi"/>
      <w:bCs/>
      <w:color w:val="7F7F7F" w:themeColor="text1" w:themeTint="8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9F709B"/>
    <w:rPr>
      <w:rFonts w:asciiTheme="majorHAnsi" w:eastAsiaTheme="majorEastAsia" w:hAnsiTheme="majorHAnsi" w:cstheme="majorBidi"/>
      <w:bCs/>
      <w:color w:val="983620" w:themeColor="accent2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9F709B"/>
    <w:rPr>
      <w:rFonts w:asciiTheme="majorHAnsi" w:eastAsiaTheme="majorEastAsia" w:hAnsiTheme="majorHAnsi" w:cstheme="majorBidi"/>
      <w:bCs/>
      <w:iCs/>
      <w:color w:val="4B5A60" w:themeColor="accent1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9F709B"/>
    <w:rPr>
      <w:rFonts w:asciiTheme="majorHAnsi" w:eastAsiaTheme="majorEastAsia" w:hAnsiTheme="majorHAnsi" w:cstheme="majorBidi"/>
      <w:i/>
      <w:iCs/>
      <w:color w:val="252C2F" w:themeColor="accent1" w:themeShade="7F"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9F709B"/>
    <w:rPr>
      <w:rFonts w:asciiTheme="majorHAnsi" w:eastAsiaTheme="majorEastAsia" w:hAnsiTheme="majorHAnsi" w:cstheme="majorBidi"/>
      <w:color w:val="983620" w:themeColor="accent2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9F709B"/>
    <w:rPr>
      <w:rFonts w:asciiTheme="majorHAnsi" w:eastAsiaTheme="majorEastAsia" w:hAnsiTheme="majorHAnsi" w:cstheme="majorBidi"/>
      <w:iCs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09B"/>
    <w:rPr>
      <w:rFonts w:ascii="Tahoma" w:eastAsiaTheme="minorEastAsia" w:hAnsi="Tahoma" w:cs="Tahoma"/>
      <w:color w:val="404040" w:themeColor="text1" w:themeTint="BF"/>
      <w:sz w:val="16"/>
      <w:szCs w:val="16"/>
    </w:rPr>
  </w:style>
  <w:style w:type="paragraph" w:styleId="BlockText">
    <w:name w:val="Block Text"/>
    <w:basedOn w:val="Normal"/>
    <w:uiPriority w:val="1"/>
    <w:unhideWhenUsed/>
    <w:qFormat/>
    <w:rsid w:val="009F709B"/>
    <w:pPr>
      <w:spacing w:after="0"/>
      <w:ind w:right="360"/>
    </w:pPr>
    <w:rPr>
      <w:iCs/>
      <w:color w:val="7F7F7F" w:themeColor="text1" w:themeTint="80"/>
    </w:rPr>
  </w:style>
  <w:style w:type="paragraph" w:styleId="Caption">
    <w:name w:val="caption"/>
    <w:basedOn w:val="Normal"/>
    <w:next w:val="Normal"/>
    <w:uiPriority w:val="1"/>
    <w:rsid w:val="009F709B"/>
    <w:pPr>
      <w:spacing w:line="240" w:lineRule="auto"/>
      <w:jc w:val="center"/>
    </w:pPr>
    <w:rPr>
      <w:bCs/>
      <w:i/>
      <w:sz w:val="18"/>
      <w:szCs w:val="18"/>
    </w:rPr>
  </w:style>
  <w:style w:type="paragraph" w:customStyle="1" w:styleId="ContactDetails">
    <w:name w:val="Contact Details"/>
    <w:basedOn w:val="Normal"/>
    <w:uiPriority w:val="1"/>
    <w:qFormat/>
    <w:rsid w:val="009F709B"/>
    <w:pPr>
      <w:spacing w:after="120"/>
    </w:pPr>
    <w:rPr>
      <w:color w:val="7F7F7F" w:themeColor="text1" w:themeTint="80"/>
      <w:sz w:val="18"/>
    </w:rPr>
  </w:style>
  <w:style w:type="paragraph" w:styleId="Date">
    <w:name w:val="Date"/>
    <w:basedOn w:val="Normal"/>
    <w:next w:val="Normal"/>
    <w:link w:val="DateChar"/>
    <w:uiPriority w:val="1"/>
    <w:qFormat/>
    <w:rsid w:val="009F709B"/>
    <w:pPr>
      <w:pBdr>
        <w:top w:val="single" w:sz="2" w:space="7" w:color="7F7F7F" w:themeColor="text1" w:themeTint="80"/>
      </w:pBdr>
      <w:spacing w:before="120" w:after="40"/>
      <w:ind w:right="360"/>
    </w:pPr>
    <w:rPr>
      <w:b/>
      <w:color w:val="7F7F7F" w:themeColor="text1" w:themeTint="80"/>
      <w:sz w:val="18"/>
    </w:rPr>
  </w:style>
  <w:style w:type="character" w:customStyle="1" w:styleId="DateChar">
    <w:name w:val="Date Char"/>
    <w:basedOn w:val="DefaultParagraphFont"/>
    <w:link w:val="Date"/>
    <w:uiPriority w:val="1"/>
    <w:rsid w:val="009F709B"/>
    <w:rPr>
      <w:b/>
      <w:color w:val="7F7F7F" w:themeColor="text1" w:themeTint="80"/>
      <w:sz w:val="18"/>
      <w:szCs w:val="24"/>
    </w:rPr>
  </w:style>
  <w:style w:type="paragraph" w:styleId="Footer">
    <w:name w:val="footer"/>
    <w:basedOn w:val="Normal"/>
    <w:link w:val="FooterChar"/>
    <w:uiPriority w:val="99"/>
    <w:rsid w:val="009F709B"/>
    <w:pPr>
      <w:tabs>
        <w:tab w:val="center" w:pos="4680"/>
        <w:tab w:val="right" w:pos="9360"/>
      </w:tabs>
      <w:spacing w:before="40" w:after="0" w:line="240" w:lineRule="auto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9F709B"/>
    <w:rPr>
      <w:color w:val="595959" w:themeColor="text1" w:themeTint="A6"/>
      <w:sz w:val="20"/>
      <w:szCs w:val="24"/>
    </w:rPr>
  </w:style>
  <w:style w:type="paragraph" w:customStyle="1" w:styleId="FooterRight">
    <w:name w:val="Footer Right"/>
    <w:basedOn w:val="Footer"/>
    <w:uiPriority w:val="99"/>
    <w:rsid w:val="009F709B"/>
    <w:pPr>
      <w:jc w:val="right"/>
    </w:pPr>
  </w:style>
  <w:style w:type="paragraph" w:styleId="Header">
    <w:name w:val="header"/>
    <w:basedOn w:val="Normal"/>
    <w:link w:val="HeaderChar"/>
    <w:uiPriority w:val="99"/>
    <w:rsid w:val="009F709B"/>
    <w:pPr>
      <w:tabs>
        <w:tab w:val="center" w:pos="4680"/>
        <w:tab w:val="right" w:pos="9360"/>
      </w:tabs>
      <w:spacing w:before="120" w:after="40"/>
    </w:pPr>
    <w:rPr>
      <w:color w:val="595959" w:themeColor="text1" w:themeTint="A6"/>
    </w:rPr>
  </w:style>
  <w:style w:type="character" w:customStyle="1" w:styleId="HeaderChar">
    <w:name w:val="Header Char"/>
    <w:basedOn w:val="DefaultParagraphFont"/>
    <w:link w:val="Header"/>
    <w:uiPriority w:val="99"/>
    <w:rsid w:val="009F709B"/>
    <w:rPr>
      <w:color w:val="595959" w:themeColor="text1" w:themeTint="A6"/>
      <w:sz w:val="20"/>
      <w:szCs w:val="24"/>
    </w:rPr>
  </w:style>
  <w:style w:type="paragraph" w:styleId="ListBullet">
    <w:name w:val="List Bullet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uiPriority w:val="1"/>
    <w:qFormat/>
    <w:rsid w:val="009F709B"/>
    <w:pPr>
      <w:tabs>
        <w:tab w:val="num" w:pos="360"/>
      </w:tabs>
      <w:ind w:left="360" w:hanging="360"/>
    </w:pPr>
  </w:style>
  <w:style w:type="paragraph" w:styleId="NoSpacing">
    <w:name w:val="No Spacing"/>
    <w:uiPriority w:val="1"/>
    <w:qFormat/>
    <w:rsid w:val="009F709B"/>
    <w:pPr>
      <w:spacing w:after="0" w:line="240" w:lineRule="auto"/>
    </w:pPr>
    <w:rPr>
      <w:sz w:val="5"/>
      <w:szCs w:val="24"/>
    </w:rPr>
  </w:style>
  <w:style w:type="character" w:styleId="PlaceholderText">
    <w:name w:val="Placeholder Text"/>
    <w:basedOn w:val="DefaultParagraphFont"/>
    <w:uiPriority w:val="99"/>
    <w:semiHidden/>
    <w:rsid w:val="009F709B"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rsid w:val="009F709B"/>
    <w:pPr>
      <w:numPr>
        <w:ilvl w:val="1"/>
      </w:numPr>
      <w:spacing w:before="40" w:after="120" w:line="240" w:lineRule="auto"/>
    </w:pPr>
    <w:rPr>
      <w:rFonts w:asciiTheme="majorHAnsi" w:eastAsiaTheme="majorEastAsia" w:hAnsiTheme="majorHAnsi" w:cstheme="majorBidi"/>
      <w:iCs/>
      <w:color w:val="983620" w:themeColor="accent2"/>
      <w:sz w:val="44"/>
    </w:rPr>
  </w:style>
  <w:style w:type="character" w:customStyle="1" w:styleId="SubtitleChar">
    <w:name w:val="Subtitle Char"/>
    <w:basedOn w:val="DefaultParagraphFont"/>
    <w:link w:val="Subtitle"/>
    <w:uiPriority w:val="1"/>
    <w:rsid w:val="00416259"/>
    <w:rPr>
      <w:rFonts w:asciiTheme="majorHAnsi" w:eastAsiaTheme="majorEastAsia" w:hAnsiTheme="majorHAnsi" w:cstheme="majorBidi"/>
      <w:iCs/>
      <w:color w:val="983620" w:themeColor="accent2"/>
      <w:sz w:val="44"/>
      <w:szCs w:val="24"/>
    </w:rPr>
  </w:style>
  <w:style w:type="table" w:styleId="TableGrid">
    <w:name w:val="Table Grid"/>
    <w:basedOn w:val="TableNormal"/>
    <w:uiPriority w:val="59"/>
    <w:rsid w:val="009F709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9F709B"/>
    <w:pPr>
      <w:spacing w:before="40" w:after="40" w:line="240" w:lineRule="auto"/>
    </w:pPr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416259"/>
    <w:rPr>
      <w:rFonts w:asciiTheme="majorHAnsi" w:eastAsiaTheme="majorEastAsia" w:hAnsiTheme="majorHAnsi" w:cstheme="majorBidi"/>
      <w:color w:val="983620" w:themeColor="accent2"/>
      <w:kern w:val="28"/>
      <w:sz w:val="96"/>
      <w:szCs w:val="52"/>
    </w:rPr>
  </w:style>
  <w:style w:type="paragraph" w:styleId="ListBullet2">
    <w:name w:val="List Bullet 2"/>
    <w:basedOn w:val="BlockText"/>
    <w:uiPriority w:val="1"/>
    <w:unhideWhenUsed/>
    <w:qFormat/>
    <w:rsid w:val="00194F1D"/>
    <w:pPr>
      <w:numPr>
        <w:numId w:val="7"/>
      </w:numPr>
      <w:spacing w:after="40"/>
    </w:pPr>
  </w:style>
  <w:style w:type="paragraph" w:styleId="ListParagraph">
    <w:name w:val="List Paragraph"/>
    <w:basedOn w:val="Normal"/>
    <w:uiPriority w:val="34"/>
    <w:unhideWhenUsed/>
    <w:qFormat/>
    <w:rsid w:val="00D50B6A"/>
    <w:pPr>
      <w:ind w:left="720"/>
      <w:contextualSpacing/>
    </w:pPr>
  </w:style>
  <w:style w:type="paragraph" w:customStyle="1" w:styleId="Normal1">
    <w:name w:val="Normal1"/>
    <w:rsid w:val="00651417"/>
    <w:pPr>
      <w:widowControl w:val="0"/>
      <w:spacing w:after="0"/>
    </w:pPr>
    <w:rPr>
      <w:rFonts w:ascii="Arial" w:eastAsia="Arial" w:hAnsi="Arial"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9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Miscellaneous: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B358E3DA4EE048BE1FB20240EEC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27A8C-52DD-5245-A258-79888F6D4DE9}"/>
      </w:docPartPr>
      <w:docPartBody>
        <w:p w:rsidR="00BD1B49" w:rsidRDefault="00BD1B49">
          <w:pPr>
            <w:pStyle w:val="AFB358E3DA4EE048BE1FB20240EEC40A"/>
          </w:pPr>
          <w:r>
            <w:t>CS200</w:t>
          </w:r>
        </w:p>
      </w:docPartBody>
    </w:docPart>
    <w:docPart>
      <w:docPartPr>
        <w:name w:val="7E6315F0A8707C4FBAB498AD9BD82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359D5-AD97-2E4B-AC6A-8D3A3B56F11F}"/>
      </w:docPartPr>
      <w:docPartBody>
        <w:p w:rsidR="00BD1B49" w:rsidRDefault="00BD1B49">
          <w:pPr>
            <w:pStyle w:val="7E6315F0A8707C4FBAB498AD9BD82664"/>
          </w:pPr>
          <w:r w:rsidRPr="0081155A">
            <w:t>Course Name</w:t>
          </w:r>
        </w:p>
      </w:docPartBody>
    </w:docPart>
    <w:docPart>
      <w:docPartPr>
        <w:name w:val="43152A57D7E7C3409ED8943FA6C57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2ECAD-AE83-C04D-BE4D-747BDB9B5131}"/>
      </w:docPartPr>
      <w:docPartBody>
        <w:p w:rsidR="00BD1B49" w:rsidRDefault="00BD1B49">
          <w:pPr>
            <w:pStyle w:val="43152A57D7E7C3409ED8943FA6C573E1"/>
          </w:pPr>
          <w:r w:rsidRPr="0081155A">
            <w:t>Course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merican Typewriter">
    <w:altName w:val="Arial"/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 w:themeColor="text1" w:themeTint="A6"/>
      </w:rPr>
    </w:lvl>
  </w:abstractNum>
  <w:abstractNum w:abstractNumId="1">
    <w:nsid w:val="FFFFFF88"/>
    <w:multiLevelType w:val="singleLevel"/>
    <w:tmpl w:val="EE2E0A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808080" w:themeColor="background1" w:themeShade="80"/>
      </w:rPr>
    </w:lvl>
  </w:abstractNum>
  <w:abstractNum w:abstractNumId="2">
    <w:nsid w:val="FFFFFF89"/>
    <w:multiLevelType w:val="singleLevel"/>
    <w:tmpl w:val="89448806"/>
    <w:lvl w:ilvl="0">
      <w:start w:val="1"/>
      <w:numFmt w:val="bullet"/>
      <w:pStyle w:val="ListBullet"/>
      <w:lvlText w:val="n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 w:themeColor="accent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49"/>
    <w:rsid w:val="00942509"/>
    <w:rsid w:val="00A44B5C"/>
    <w:rsid w:val="00BD1B49"/>
    <w:rsid w:val="00E9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List Number" w:uiPriority="1" w:qFormat="1"/>
    <w:lsdException w:name="List Bullet 2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B358E3DA4EE048BE1FB20240EEC40A">
    <w:name w:val="AFB358E3DA4EE048BE1FB20240EEC40A"/>
  </w:style>
  <w:style w:type="paragraph" w:customStyle="1" w:styleId="7E6315F0A8707C4FBAB498AD9BD82664">
    <w:name w:val="7E6315F0A8707C4FBAB498AD9BD82664"/>
  </w:style>
  <w:style w:type="paragraph" w:customStyle="1" w:styleId="FF9E6513BFDF3945B279B4C87700C7AB">
    <w:name w:val="FF9E6513BFDF3945B279B4C87700C7AB"/>
  </w:style>
  <w:style w:type="paragraph" w:styleId="ListBullet">
    <w:name w:val="List Bullet"/>
    <w:basedOn w:val="Normal"/>
    <w:uiPriority w:val="1"/>
    <w:qFormat/>
    <w:pPr>
      <w:numPr>
        <w:numId w:val="1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19E752897D72274A92F1D1A257E1FF2D">
    <w:name w:val="19E752897D72274A92F1D1A257E1FF2D"/>
  </w:style>
  <w:style w:type="paragraph" w:styleId="ListNumber">
    <w:name w:val="List Number"/>
    <w:basedOn w:val="Normal"/>
    <w:uiPriority w:val="1"/>
    <w:qFormat/>
    <w:pPr>
      <w:numPr>
        <w:numId w:val="2"/>
      </w:numPr>
      <w:spacing w:after="200" w:line="276" w:lineRule="auto"/>
    </w:pPr>
    <w:rPr>
      <w:color w:val="404040" w:themeColor="text1" w:themeTint="BF"/>
      <w:sz w:val="20"/>
      <w:lang w:eastAsia="en-US"/>
    </w:rPr>
  </w:style>
  <w:style w:type="paragraph" w:customStyle="1" w:styleId="89A49CFB9A72E042A01C9875D880825C">
    <w:name w:val="89A49CFB9A72E042A01C9875D880825C"/>
  </w:style>
  <w:style w:type="paragraph" w:customStyle="1" w:styleId="AFCE837AA093CE44A5BF302CD2E3DDB2">
    <w:name w:val="AFCE837AA093CE44A5BF302CD2E3DDB2"/>
  </w:style>
  <w:style w:type="paragraph" w:styleId="BlockText">
    <w:name w:val="Block Text"/>
    <w:basedOn w:val="Normal"/>
    <w:uiPriority w:val="1"/>
    <w:unhideWhenUsed/>
    <w:qFormat/>
    <w:pPr>
      <w:spacing w:line="276" w:lineRule="auto"/>
      <w:ind w:right="360"/>
    </w:pPr>
    <w:rPr>
      <w:iCs/>
      <w:color w:val="7F7F7F" w:themeColor="text1" w:themeTint="80"/>
      <w:sz w:val="20"/>
      <w:lang w:eastAsia="en-US"/>
    </w:rPr>
  </w:style>
  <w:style w:type="paragraph" w:styleId="ListBullet2">
    <w:name w:val="List Bullet 2"/>
    <w:basedOn w:val="BlockText"/>
    <w:uiPriority w:val="1"/>
    <w:unhideWhenUsed/>
    <w:qFormat/>
    <w:pPr>
      <w:numPr>
        <w:numId w:val="3"/>
      </w:numPr>
      <w:spacing w:after="40"/>
    </w:pPr>
  </w:style>
  <w:style w:type="paragraph" w:customStyle="1" w:styleId="6A54C333D77DD74EA8E338F080AD7817">
    <w:name w:val="6A54C333D77DD74EA8E338F080AD7817"/>
  </w:style>
  <w:style w:type="paragraph" w:customStyle="1" w:styleId="3421BDC828DBAA49A71AA759BF88F498">
    <w:name w:val="3421BDC828DBAA49A71AA759BF88F498"/>
  </w:style>
  <w:style w:type="paragraph" w:customStyle="1" w:styleId="408AE3EE74B5404EACDECEB2B4FA77E0">
    <w:name w:val="408AE3EE74B5404EACDECEB2B4FA77E0"/>
  </w:style>
  <w:style w:type="paragraph" w:customStyle="1" w:styleId="9FB46B8BACA1614196F0A660E6194F8D">
    <w:name w:val="9FB46B8BACA1614196F0A660E6194F8D"/>
  </w:style>
  <w:style w:type="paragraph" w:customStyle="1" w:styleId="43152A57D7E7C3409ED8943FA6C573E1">
    <w:name w:val="43152A57D7E7C3409ED8943FA6C573E1"/>
  </w:style>
  <w:style w:type="paragraph" w:customStyle="1" w:styleId="94435A2E8116024A9F371B99347C44F6">
    <w:name w:val="94435A2E8116024A9F371B99347C44F6"/>
    <w:rsid w:val="00BD1B49"/>
  </w:style>
  <w:style w:type="paragraph" w:customStyle="1" w:styleId="63C8F78EFAFE7347BD7F1DBFAF78ACBB">
    <w:name w:val="63C8F78EFAFE7347BD7F1DBFAF78ACBB"/>
    <w:rsid w:val="00BD1B49"/>
  </w:style>
  <w:style w:type="paragraph" w:customStyle="1" w:styleId="B3FA572CB02CA54A8D9FCF66C170D180">
    <w:name w:val="B3FA572CB02CA54A8D9FCF66C170D180"/>
    <w:rsid w:val="00BD1B49"/>
  </w:style>
  <w:style w:type="paragraph" w:customStyle="1" w:styleId="74A2C2D83A922541865394EAEBF828A9">
    <w:name w:val="74A2C2D83A922541865394EAEBF828A9"/>
    <w:rsid w:val="00BD1B49"/>
  </w:style>
  <w:style w:type="paragraph" w:customStyle="1" w:styleId="6659E7D79EFBC8489E2A95EC931A1A51">
    <w:name w:val="6659E7D79EFBC8489E2A95EC931A1A51"/>
    <w:rsid w:val="00BD1B49"/>
  </w:style>
  <w:style w:type="paragraph" w:customStyle="1" w:styleId="580B831A6E36994BABB4D80B15B7A7A1">
    <w:name w:val="580B831A6E36994BABB4D80B15B7A7A1"/>
    <w:rsid w:val="00BD1B49"/>
  </w:style>
  <w:style w:type="paragraph" w:customStyle="1" w:styleId="C752D53021809541AD04278C52B06545">
    <w:name w:val="C752D53021809541AD04278C52B06545"/>
    <w:rsid w:val="00BD1B49"/>
  </w:style>
  <w:style w:type="paragraph" w:customStyle="1" w:styleId="7674AB33973B464C9EF4A946D35AF5DA">
    <w:name w:val="7674AB33973B464C9EF4A946D35AF5DA"/>
    <w:rsid w:val="00BD1B49"/>
  </w:style>
  <w:style w:type="paragraph" w:customStyle="1" w:styleId="5E405E9B8AD63540AB14BA4380DB485D">
    <w:name w:val="5E405E9B8AD63540AB14BA4380DB485D"/>
    <w:rsid w:val="00BD1B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Relationship Id="rId2" Type="http://schemas.openxmlformats.org/officeDocument/2006/relationships/image" Target="../media/image3.jpeg"/><Relationship Id="rId3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apital">
  <a:themeElements>
    <a:clrScheme name="Syllabus">
      <a:dk1>
        <a:srgbClr val="000000"/>
      </a:dk1>
      <a:lt1>
        <a:srgbClr val="FFFFFF"/>
      </a:lt1>
      <a:dk2>
        <a:srgbClr val="6F6D5D"/>
      </a:dk2>
      <a:lt2>
        <a:srgbClr val="7C8F97"/>
      </a:lt2>
      <a:accent1>
        <a:srgbClr val="4B5A60"/>
      </a:accent1>
      <a:accent2>
        <a:srgbClr val="983620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atMod val="150000"/>
                <a:lumMod val="50000"/>
              </a:schemeClr>
              <a:schemeClr val="phClr">
                <a:satMod val="300000"/>
                <a:lumMod val="125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atMod val="135000"/>
                <a:lumMod val="80000"/>
              </a:schemeClr>
              <a:schemeClr val="phClr">
                <a:satMod val="250000"/>
                <a:lumMod val="15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>
              <a:shade val="90000"/>
            </a:schemeClr>
          </a:solidFill>
          <a:prstDash val="solid"/>
        </a:ln>
        <a:ln w="44450" cap="flat" cmpd="sng" algn="ctr">
          <a:solidFill>
            <a:schemeClr val="phClr">
              <a:shade val="85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sx="101000" sy="101000" algn="ctr" rotWithShape="0">
              <a:srgbClr val="000000">
                <a:alpha val="40000"/>
              </a:srgbClr>
            </a:outerShdw>
          </a:effectLst>
          <a:scene3d>
            <a:camera prst="perspectiveFront" fov="3000000"/>
            <a:lightRig rig="threePt" dir="tl"/>
          </a:scene3d>
          <a:sp3d>
            <a:bevelT w="0" h="0"/>
          </a:sp3d>
        </a:effectStyle>
        <a:effectStyle>
          <a:effectLst>
            <a:innerShdw blurRad="190500">
              <a:srgbClr val="000000">
                <a:alpha val="50000"/>
              </a:srgbClr>
            </a:innerShdw>
          </a:effectLst>
          <a:scene3d>
            <a:camera prst="perspectiveFront" fov="4800000"/>
            <a:lightRig rig="twoPt" dir="t">
              <a:rot lat="0" lon="0" rev="48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3">
            <a:duotone>
              <a:schemeClr val="phClr">
                <a:satMod val="150000"/>
                <a:lumMod val="50000"/>
              </a:schemeClr>
              <a:schemeClr val="phClr">
                <a:satMod val="400000"/>
                <a:lumMod val="16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Syllabus.dotx</Template>
  <TotalTime>19</TotalTime>
  <Pages>4</Pages>
  <Words>756</Words>
  <Characters>4315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Grade Social Studies</dc:title>
  <dc:subject>Mr. Echevarría</dc:subject>
  <dc:creator>Max Echevarria</dc:creator>
  <cp:keywords/>
  <dc:description/>
  <cp:lastModifiedBy>M.  Echevarria</cp:lastModifiedBy>
  <cp:revision>4</cp:revision>
  <cp:lastPrinted>2014-08-28T02:49:00Z</cp:lastPrinted>
  <dcterms:created xsi:type="dcterms:W3CDTF">2014-08-28T02:22:00Z</dcterms:created>
  <dcterms:modified xsi:type="dcterms:W3CDTF">2014-08-28T02:50:00Z</dcterms:modified>
  <cp:category/>
</cp:coreProperties>
</file>